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  <w:bookmarkStart w:id="0" w:name="_GoBack"/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BC6295" w:rsidP="00E25188">
      <w:pPr>
        <w:spacing w:before="120" w:after="120"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BC6295">
        <w:rPr>
          <w:rFonts w:ascii="Arial" w:hAnsi="Arial" w:cs="Arial"/>
          <w:b/>
          <w:sz w:val="48"/>
          <w:szCs w:val="48"/>
        </w:rPr>
        <w:t>Sprint-1</w:t>
      </w:r>
    </w:p>
    <w:p w:rsidR="0029697F" w:rsidRDefault="0029697F" w:rsidP="00E25188">
      <w:pPr>
        <w:spacing w:before="120" w:after="120" w:line="240" w:lineRule="auto"/>
        <w:jc w:val="center"/>
        <w:rPr>
          <w:rFonts w:ascii="Arial" w:hAnsi="Arial" w:cs="Arial"/>
          <w:b/>
          <w:sz w:val="48"/>
          <w:szCs w:val="48"/>
        </w:rPr>
      </w:pPr>
    </w:p>
    <w:p w:rsidR="0029697F" w:rsidRPr="0029697F" w:rsidRDefault="0029697F" w:rsidP="0029697F">
      <w:pPr>
        <w:pStyle w:val="Title"/>
        <w:spacing w:before="0" w:after="0"/>
        <w:rPr>
          <w:sz w:val="44"/>
          <w:szCs w:val="44"/>
        </w:rPr>
      </w:pPr>
      <w:r w:rsidRPr="0029697F">
        <w:rPr>
          <w:sz w:val="44"/>
          <w:szCs w:val="44"/>
        </w:rPr>
        <w:t>Test Case: CAS_</w:t>
      </w:r>
      <w:r w:rsidR="00E9505B">
        <w:rPr>
          <w:sz w:val="44"/>
          <w:szCs w:val="44"/>
        </w:rPr>
        <w:t>MPDU_</w:t>
      </w:r>
      <w:r w:rsidRPr="0029697F">
        <w:rPr>
          <w:sz w:val="44"/>
          <w:szCs w:val="44"/>
        </w:rPr>
        <w:t>TC_002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A5188E" w:rsidP="00FE5351">
      <w:pPr>
        <w:pStyle w:val="Subtitle"/>
        <w:rPr>
          <w:sz w:val="40"/>
          <w:szCs w:val="40"/>
        </w:rPr>
      </w:pPr>
      <w:bookmarkStart w:id="1" w:name="PubDate"/>
      <w:r>
        <w:rPr>
          <w:sz w:val="40"/>
          <w:szCs w:val="40"/>
        </w:rPr>
        <w:t>August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E65848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FA75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FA75A0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FA75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FA75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FA75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FA75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6D08A2" w:rsidP="00FA75A0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434712">
          <w:pPr>
            <w:pStyle w:val="TOC1"/>
            <w:rPr>
              <w:noProof/>
            </w:rPr>
          </w:pPr>
          <w:r w:rsidRPr="008C36E1">
            <w:rPr>
              <w:noProof/>
            </w:rPr>
            <w:t>1</w:t>
          </w:r>
          <w:r>
            <w:rPr>
              <w:noProof/>
            </w:rPr>
            <w:tab/>
          </w:r>
          <w:r w:rsidRPr="008C36E1">
            <w:rPr>
              <w:noProof/>
            </w:rPr>
            <w:t>Product Description</w:t>
          </w:r>
          <w:r>
            <w:rPr>
              <w:noProof/>
              <w:webHidden/>
            </w:rPr>
            <w:tab/>
            <w:t>1</w:t>
          </w:r>
        </w:p>
        <w:p w:rsidR="00434712" w:rsidRDefault="00434712">
          <w:pPr>
            <w:pStyle w:val="TOC2"/>
            <w:rPr>
              <w:noProof/>
            </w:rPr>
          </w:pPr>
          <w:r w:rsidRPr="008C36E1">
            <w:rPr>
              <w:noProof/>
            </w:rPr>
            <w:t>1.1</w:t>
          </w:r>
          <w:r>
            <w:rPr>
              <w:noProof/>
            </w:rPr>
            <w:tab/>
          </w:r>
          <w:r w:rsidRPr="008C36E1">
            <w:rPr>
              <w:noProof/>
            </w:rPr>
            <w:t>Purpose</w:t>
          </w:r>
          <w:r>
            <w:rPr>
              <w:noProof/>
              <w:webHidden/>
            </w:rPr>
            <w:tab/>
            <w:t>1</w:t>
          </w:r>
        </w:p>
        <w:p w:rsidR="00434712" w:rsidRDefault="00434712">
          <w:pPr>
            <w:pStyle w:val="TOC2"/>
            <w:rPr>
              <w:noProof/>
            </w:rPr>
          </w:pPr>
          <w:r w:rsidRPr="008C36E1">
            <w:rPr>
              <w:noProof/>
            </w:rPr>
            <w:t>1.2</w:t>
          </w:r>
          <w:r>
            <w:rPr>
              <w:noProof/>
            </w:rPr>
            <w:tab/>
          </w:r>
          <w:r w:rsidRPr="008C36E1">
            <w:rPr>
              <w:noProof/>
            </w:rPr>
            <w:t>Scope</w:t>
          </w:r>
          <w:r>
            <w:rPr>
              <w:noProof/>
              <w:webHidden/>
            </w:rPr>
            <w:tab/>
            <w:t>1</w:t>
          </w:r>
        </w:p>
        <w:p w:rsidR="00434712" w:rsidRDefault="00434712">
          <w:pPr>
            <w:pStyle w:val="TOC1"/>
            <w:rPr>
              <w:noProof/>
            </w:rPr>
          </w:pPr>
          <w:r w:rsidRPr="008C36E1">
            <w:rPr>
              <w:noProof/>
            </w:rPr>
            <w:t>2</w:t>
          </w:r>
          <w:r>
            <w:rPr>
              <w:noProof/>
            </w:rPr>
            <w:tab/>
          </w:r>
          <w:r w:rsidRPr="008C36E1">
            <w:rPr>
              <w:noProof/>
            </w:rPr>
            <w:t>Test Case</w:t>
          </w:r>
          <w:r>
            <w:rPr>
              <w:noProof/>
              <w:webHidden/>
            </w:rPr>
            <w:tab/>
            <w:t xml:space="preserve"> </w:t>
          </w:r>
        </w:p>
        <w:p w:rsidR="00434712" w:rsidRDefault="00434712">
          <w:pPr>
            <w:pStyle w:val="TOC1"/>
            <w:rPr>
              <w:noProof/>
            </w:rPr>
          </w:pPr>
          <w:r w:rsidRPr="008C36E1">
            <w:rPr>
              <w:noProof/>
            </w:rPr>
            <w:t>Appendix A.</w:t>
          </w:r>
          <w:r>
            <w:rPr>
              <w:noProof/>
            </w:rPr>
            <w:tab/>
          </w:r>
          <w:r w:rsidRPr="008C36E1">
            <w:rPr>
              <w:noProof/>
            </w:rPr>
            <w:t>Acronyms &amp; Abbreviations</w:t>
          </w:r>
          <w:r>
            <w:rPr>
              <w:noProof/>
              <w:webHidden/>
            </w:rPr>
            <w:tab/>
            <w:t>9</w:t>
          </w:r>
        </w:p>
        <w:p w:rsidR="00BE14F8" w:rsidRDefault="000E2467"/>
      </w:sdtContent>
    </w:sdt>
    <w:p w:rsidR="00BE14F8" w:rsidRDefault="00BE14F8" w:rsidP="00F16735">
      <w:pPr>
        <w:sectPr w:rsidR="00BE14F8" w:rsidSect="00BE14F8">
          <w:footerReference w:type="default" r:id="rId14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489565052"/>
      <w:r>
        <w:lastRenderedPageBreak/>
        <w:t>Product Description</w:t>
      </w:r>
      <w:bookmarkEnd w:id="2"/>
    </w:p>
    <w:p w:rsidR="00BE14F8" w:rsidRDefault="00CB3442" w:rsidP="00BE14F8">
      <w:r>
        <w:t xml:space="preserve">OneVA Pharmacy Clinical Ancillary Services (CAS) project </w:t>
      </w:r>
    </w:p>
    <w:p w:rsidR="00F16735" w:rsidRDefault="00F16735" w:rsidP="00BE14F8">
      <w:pPr>
        <w:pStyle w:val="Heading2"/>
      </w:pPr>
      <w:bookmarkStart w:id="3" w:name="_Toc489565053"/>
      <w:r>
        <w:t>Purpose</w:t>
      </w:r>
      <w:bookmarkEnd w:id="3"/>
    </w:p>
    <w:p w:rsidR="00DC6C34" w:rsidRDefault="00F16735" w:rsidP="00F16735">
      <w:r>
        <w:t>The purpose of this document is to develop test case scenarios to ide</w:t>
      </w:r>
      <w:r w:rsidR="00146CAA">
        <w:t>ntify, clarify, and organ</w:t>
      </w:r>
      <w:r w:rsidR="004125C2">
        <w:t>ize CAS software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4D7202" w:rsidRPr="004D7202">
        <w:t xml:space="preserve">software Outpatient Pharmacy Prescription Processing </w:t>
      </w:r>
      <w:r w:rsidR="0066795A">
        <w:t>will</w:t>
      </w:r>
      <w:r w:rsidR="0066795A" w:rsidRPr="0066795A">
        <w:t xml:space="preserve"> prevent the processing of prescription refills if they are requested "too soon" after the last refill so that prescriptions are not over-distributed.  Prescript</w:t>
      </w:r>
      <w:r w:rsidR="0066795A">
        <w:t xml:space="preserve">ions are not auto-suspended. 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4" w:name="_Toc489565054"/>
      <w:r>
        <w:t>Scope</w:t>
      </w:r>
      <w:bookmarkEnd w:id="4"/>
    </w:p>
    <w:p w:rsidR="008156CF" w:rsidRPr="00514CB2" w:rsidRDefault="008156CF" w:rsidP="00F16735">
      <w:proofErr w:type="spellStart"/>
      <w:r w:rsidRPr="008156CF">
        <w:t>OneVA</w:t>
      </w:r>
      <w:proofErr w:type="spellEnd"/>
      <w:r w:rsidRPr="008156CF">
        <w:t xml:space="preserve"> Pharmacy software Outpatient Pharmacy Prescription Processing will allow a Pharmacist to process prescription refills if they are requested during the eligible period after the last refill so that prescriptions are distributed properly and not auto-s</w:t>
      </w:r>
      <w:r w:rsidR="00DE0FFD">
        <w:t xml:space="preserve">uspended. </w:t>
      </w:r>
    </w:p>
    <w:p w:rsidR="00F16735" w:rsidRDefault="00F16735" w:rsidP="00BE14F8">
      <w:pPr>
        <w:pStyle w:val="Heading1"/>
      </w:pPr>
      <w:bookmarkStart w:id="5" w:name="_Toc489564996"/>
      <w:bookmarkStart w:id="6" w:name="_Toc489565055"/>
      <w:r>
        <w:t>Test Case</w:t>
      </w:r>
      <w:bookmarkEnd w:id="5"/>
      <w:bookmarkEnd w:id="6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CAS_TC_00</w:t>
            </w:r>
            <w:r w:rsidR="00E7035C">
              <w:t>2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7CD2">
              <w:t>554325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2351AB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46A15">
              <w:t>920988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1542</w:t>
            </w:r>
            <w:r w:rsidR="00946A15">
              <w:t>88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586A95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Joe McGovern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613E4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13E48">
              <w:t>CAS PSO_7_497_20170803A.KID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687CD2">
              <w:t>OneVA</w:t>
            </w:r>
            <w:proofErr w:type="spellEnd"/>
            <w:r w:rsidRPr="00687CD2">
              <w:t xml:space="preserve"> Pharmacy functionality to fix the auto-suspend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4D4398" w:rsidRDefault="0057304B" w:rsidP="00573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304B">
              <w:t>As a VA Pharmacist</w:t>
            </w:r>
            <w:proofErr w:type="gramStart"/>
            <w:r>
              <w:t xml:space="preserve">, </w:t>
            </w:r>
            <w:r w:rsidRPr="0057304B">
              <w:t xml:space="preserve"> </w:t>
            </w:r>
            <w:r w:rsidR="004D4398" w:rsidRPr="004D4398">
              <w:t>I</w:t>
            </w:r>
            <w:proofErr w:type="gramEnd"/>
            <w:r w:rsidR="004D4398" w:rsidRPr="004D4398">
              <w:t xml:space="preserve"> need the </w:t>
            </w:r>
            <w:proofErr w:type="spellStart"/>
            <w:r w:rsidR="004D4398" w:rsidRPr="004D4398">
              <w:t>OneVA</w:t>
            </w:r>
            <w:proofErr w:type="spellEnd"/>
            <w:r w:rsidR="004D4398" w:rsidRPr="004D4398">
              <w:t xml:space="preserve"> Pharmacy software Outpatient Pharmacy Prescription Processing to allow a Pharmacist to process prescription refills if they are requested during the eligible period after the last refill so that prescriptions are distributed properly and not auto-suspended.</w:t>
            </w:r>
          </w:p>
          <w:p w:rsidR="00EB4B73" w:rsidRPr="00EB4B73" w:rsidRDefault="004D4398" w:rsidP="004D43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4398">
              <w:t xml:space="preserve">This test case will allow prescription to be refilled given proper date range for refill.    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lastRenderedPageBreak/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EB4B73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</w:t>
            </w:r>
            <w:r w:rsidR="00195ED1">
              <w:t xml:space="preserve"> Program</w:t>
            </w:r>
            <w:r w:rsidRPr="0038065E">
              <w:t>.</w:t>
            </w:r>
          </w:p>
          <w:p w:rsidR="007276FE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276FE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35D51">
              <w:t>OneVa</w:t>
            </w:r>
            <w:proofErr w:type="spellEnd"/>
            <w:r w:rsidRPr="00F35D51">
              <w:t xml:space="preserve"> Pharmacy flag must be turned on at both host and dispensing sites.</w:t>
            </w:r>
          </w:p>
          <w:p w:rsidR="007B348F" w:rsidRDefault="007B348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B348F" w:rsidRPr="00EB4B73" w:rsidRDefault="007B348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At least one prescription should exist for the target patient. This prescription needs to have an issue date in the past, at least one refill, and a gap of more than the </w:t>
            </w:r>
            <w:proofErr w:type="spellStart"/>
            <w:r>
              <w:t>days</w:t>
            </w:r>
            <w:proofErr w:type="spellEnd"/>
            <w:r>
              <w:t xml:space="preserve"> supply since the last refill.</w:t>
            </w: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FA75A0">
            <w:r>
              <w:t>Post-Condition</w:t>
            </w:r>
          </w:p>
        </w:tc>
        <w:tc>
          <w:tcPr>
            <w:tcW w:w="7218" w:type="dxa"/>
          </w:tcPr>
          <w:p w:rsidR="00190BAE" w:rsidRPr="00C42907" w:rsidRDefault="00190BAE" w:rsidP="003233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3FC0">
              <w:t xml:space="preserve">Upon entry of valid access and verify codes on </w:t>
            </w:r>
            <w:proofErr w:type="spellStart"/>
            <w:r w:rsidR="0032334D" w:rsidRPr="00E63FC0">
              <w:t>OutPatient</w:t>
            </w:r>
            <w:proofErr w:type="spellEnd"/>
            <w:r w:rsidR="0032334D" w:rsidRPr="00E63FC0">
              <w:t xml:space="preserve"> Pharmacy Prescription Processing system </w:t>
            </w:r>
            <w:r w:rsidR="00E63FC0">
              <w:t xml:space="preserve">and processing the request for prescription refill will be completed. </w:t>
            </w:r>
          </w:p>
        </w:tc>
      </w:tr>
    </w:tbl>
    <w:p w:rsidR="00C42907" w:rsidRDefault="00C42907" w:rsidP="00F16735"/>
    <w:tbl>
      <w:tblPr>
        <w:tblStyle w:val="ListTable6Colorful"/>
        <w:tblW w:w="5000" w:type="pct"/>
        <w:tblLayout w:type="fixed"/>
        <w:tblLook w:val="04A0" w:firstRow="1" w:lastRow="0" w:firstColumn="1" w:lastColumn="0" w:noHBand="0" w:noVBand="1"/>
      </w:tblPr>
      <w:tblGrid>
        <w:gridCol w:w="816"/>
        <w:gridCol w:w="2459"/>
        <w:gridCol w:w="4430"/>
        <w:gridCol w:w="1011"/>
        <w:gridCol w:w="860"/>
      </w:tblGrid>
      <w:tr w:rsidR="00DF3D49" w:rsidRPr="00457F69" w:rsidTr="008533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shd w:val="clear" w:color="auto" w:fill="auto"/>
          </w:tcPr>
          <w:p w:rsidR="00DF3D49" w:rsidRPr="00457F69" w:rsidRDefault="00DF3D49" w:rsidP="00FA75A0">
            <w:r w:rsidRPr="00457F69">
              <w:t>Steps</w:t>
            </w:r>
          </w:p>
        </w:tc>
        <w:tc>
          <w:tcPr>
            <w:tcW w:w="3597" w:type="pct"/>
            <w:gridSpan w:val="2"/>
            <w:shd w:val="clear" w:color="auto" w:fill="auto"/>
          </w:tcPr>
          <w:p w:rsidR="00DF3D49" w:rsidRPr="00457F69" w:rsidRDefault="00DF3D49" w:rsidP="00FA75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57F69">
              <w:t>Actions</w:t>
            </w:r>
            <w:r w:rsidR="00DE7DE3">
              <w:t xml:space="preserve"> and </w:t>
            </w:r>
            <w:r w:rsidR="00DE7DE3" w:rsidRPr="008E447D">
              <w:rPr>
                <w:rFonts w:asciiTheme="majorHAnsi" w:hAnsiTheme="majorHAnsi" w:cstheme="majorHAnsi"/>
                <w:color w:val="auto"/>
              </w:rPr>
              <w:t>Expected Results</w:t>
            </w:r>
          </w:p>
        </w:tc>
        <w:tc>
          <w:tcPr>
            <w:tcW w:w="528" w:type="pct"/>
            <w:shd w:val="clear" w:color="auto" w:fill="auto"/>
          </w:tcPr>
          <w:p w:rsidR="00DF3D49" w:rsidRPr="00457F69" w:rsidRDefault="00DF3D49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449" w:type="pct"/>
            <w:shd w:val="clear" w:color="auto" w:fill="auto"/>
          </w:tcPr>
          <w:p w:rsidR="00DF3D49" w:rsidRPr="00457F69" w:rsidRDefault="00DF3D49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DE7DE3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DE7DE3" w:rsidRPr="008543A8" w:rsidRDefault="00DE7DE3" w:rsidP="00457F69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DE7DE3" w:rsidRPr="00FA75A0" w:rsidRDefault="00106176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  <w:r w:rsidRPr="00457F69">
              <w:t xml:space="preserve"> </w:t>
            </w:r>
          </w:p>
        </w:tc>
        <w:tc>
          <w:tcPr>
            <w:tcW w:w="528" w:type="pct"/>
            <w:shd w:val="clear" w:color="auto" w:fill="auto"/>
          </w:tcPr>
          <w:p w:rsidR="00DE7DE3" w:rsidRPr="008543A8" w:rsidRDefault="00DE7DE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:rsidR="00DE7DE3" w:rsidRPr="008543A8" w:rsidRDefault="00DE7DE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7DE3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DE7DE3" w:rsidRPr="008543A8" w:rsidRDefault="00DE7DE3" w:rsidP="00457F69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DE7DE3" w:rsidRPr="00067430" w:rsidRDefault="00DE7DE3" w:rsidP="00FA7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the ‘HOST’ system </w:t>
            </w:r>
            <w:proofErr w:type="gramStart"/>
            <w:r w:rsidRPr="00FA75A0">
              <w:rPr>
                <w:color w:val="auto"/>
              </w:rPr>
              <w:t>CHYSHR .</w:t>
            </w:r>
            <w:proofErr w:type="gramEnd"/>
            <w:r w:rsidRPr="00FA75A0">
              <w:rPr>
                <w:color w:val="auto"/>
              </w:rPr>
              <w:t xml:space="preserve"> 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DE7DE3" w:rsidRPr="008543A8" w:rsidRDefault="00DE7DE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DE7DE3" w:rsidRPr="008543A8" w:rsidRDefault="00DE7DE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7DE3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DE7DE3" w:rsidRPr="008543A8" w:rsidRDefault="00DE7DE3" w:rsidP="00DF3D4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DE7DE3" w:rsidRPr="008E447D" w:rsidRDefault="00DE7DE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DE7DE3" w:rsidRPr="008543A8" w:rsidRDefault="00DE7DE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DE7DE3" w:rsidRPr="008543A8" w:rsidRDefault="00DE7DE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7DE3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DE7DE3" w:rsidRPr="008543A8" w:rsidRDefault="00DE7DE3" w:rsidP="00DF3D4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DE7DE3" w:rsidRDefault="00DE7DE3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>The ‘HOST’ system will be the system that ‘owns’ the prescription, or where the prescription was original</w:t>
            </w:r>
            <w:r>
              <w:rPr>
                <w:color w:val="auto"/>
              </w:rPr>
              <w:t>ly</w:t>
            </w:r>
            <w:r w:rsidRPr="00FA75A0">
              <w:rPr>
                <w:color w:val="auto"/>
              </w:rPr>
              <w:t xml:space="preserve"> written.</w:t>
            </w:r>
          </w:p>
        </w:tc>
        <w:tc>
          <w:tcPr>
            <w:tcW w:w="528" w:type="pct"/>
            <w:vMerge/>
            <w:shd w:val="clear" w:color="auto" w:fill="auto"/>
          </w:tcPr>
          <w:p w:rsidR="00DE7DE3" w:rsidRPr="008543A8" w:rsidRDefault="00DE7DE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DE7DE3" w:rsidRPr="008543A8" w:rsidRDefault="00DE7DE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E447D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8E447D" w:rsidRPr="008543A8" w:rsidRDefault="008E447D" w:rsidP="00457F69">
            <w:pPr>
              <w:pStyle w:val="ListNumber"/>
            </w:pPr>
          </w:p>
        </w:tc>
        <w:tc>
          <w:tcPr>
            <w:tcW w:w="1284" w:type="pct"/>
            <w:shd w:val="clear" w:color="auto" w:fill="auto"/>
          </w:tcPr>
          <w:p w:rsidR="008E447D" w:rsidRPr="008E447D" w:rsidRDefault="008E447D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2313" w:type="pct"/>
            <w:shd w:val="clear" w:color="auto" w:fill="auto"/>
          </w:tcPr>
          <w:p w:rsidR="008E447D" w:rsidRDefault="008E447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8" w:type="pct"/>
            <w:vMerge w:val="restart"/>
            <w:shd w:val="clear" w:color="auto" w:fill="auto"/>
          </w:tcPr>
          <w:p w:rsidR="008E447D" w:rsidRPr="008543A8" w:rsidRDefault="008E447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8E447D" w:rsidRPr="008543A8" w:rsidRDefault="008E447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E447D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8E447D" w:rsidRPr="008543A8" w:rsidRDefault="008E447D" w:rsidP="008E447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8E447D" w:rsidRDefault="008E447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>Enter your access/verify code(s).</w:t>
            </w:r>
          </w:p>
        </w:tc>
        <w:tc>
          <w:tcPr>
            <w:tcW w:w="528" w:type="pct"/>
            <w:vMerge/>
            <w:shd w:val="clear" w:color="auto" w:fill="auto"/>
          </w:tcPr>
          <w:p w:rsidR="008E447D" w:rsidRPr="008543A8" w:rsidRDefault="008E447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8E447D" w:rsidRPr="008543A8" w:rsidRDefault="008E447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E447D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8E447D" w:rsidRPr="008543A8" w:rsidRDefault="008E447D" w:rsidP="008E447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8E447D" w:rsidRDefault="008E447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8E447D" w:rsidRPr="008543A8" w:rsidRDefault="008E447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8E447D" w:rsidRPr="008543A8" w:rsidRDefault="008E447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E447D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8E447D" w:rsidRPr="008543A8" w:rsidRDefault="008E447D" w:rsidP="008E447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8E447D" w:rsidRDefault="002B5A6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="008E447D" w:rsidRPr="00FA75A0">
              <w:rPr>
                <w:color w:val="auto"/>
              </w:rPr>
              <w:t xml:space="preserve"> taken to the default </w:t>
            </w:r>
            <w:proofErr w:type="gramStart"/>
            <w:r w:rsidR="008E447D" w:rsidRPr="00FA75A0">
              <w:rPr>
                <w:color w:val="auto"/>
              </w:rPr>
              <w:t>menu  prompt</w:t>
            </w:r>
            <w:proofErr w:type="gramEnd"/>
            <w:r w:rsidR="008E447D" w:rsidRPr="00FA75A0">
              <w:rPr>
                <w:color w:val="auto"/>
              </w:rPr>
              <w:t>.</w:t>
            </w:r>
          </w:p>
        </w:tc>
        <w:tc>
          <w:tcPr>
            <w:tcW w:w="528" w:type="pct"/>
            <w:vMerge/>
            <w:shd w:val="clear" w:color="auto" w:fill="auto"/>
          </w:tcPr>
          <w:p w:rsidR="008E447D" w:rsidRPr="008543A8" w:rsidRDefault="008E447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8E447D" w:rsidRPr="008543A8" w:rsidRDefault="008E447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16E07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716E07" w:rsidRPr="008543A8" w:rsidRDefault="00716E07" w:rsidP="00457F69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716E07" w:rsidRPr="00067430" w:rsidRDefault="00716E0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716E07" w:rsidRPr="008543A8" w:rsidRDefault="00716E0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716E07" w:rsidRPr="008543A8" w:rsidRDefault="00716E0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16E07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716E07" w:rsidRPr="008543A8" w:rsidRDefault="00716E07" w:rsidP="005C59B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716E07" w:rsidRPr="00067430" w:rsidRDefault="00716E0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 xml:space="preserve">Choose </w:t>
            </w:r>
            <w:r w:rsidR="00FA75A0" w:rsidRPr="005C636B">
              <w:rPr>
                <w:color w:val="auto"/>
              </w:rPr>
              <w:t xml:space="preserve">Option </w:t>
            </w:r>
            <w:r w:rsidRPr="005C636B">
              <w:rPr>
                <w:color w:val="auto"/>
              </w:rPr>
              <w:t>‘PSO USER1’</w:t>
            </w:r>
          </w:p>
        </w:tc>
        <w:tc>
          <w:tcPr>
            <w:tcW w:w="528" w:type="pct"/>
            <w:vMerge/>
            <w:shd w:val="clear" w:color="auto" w:fill="auto"/>
          </w:tcPr>
          <w:p w:rsidR="00716E07" w:rsidRPr="008543A8" w:rsidRDefault="00716E0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716E07" w:rsidRPr="008543A8" w:rsidRDefault="00716E0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16E07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716E07" w:rsidRPr="008543A8" w:rsidRDefault="00716E07" w:rsidP="005C59B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716E07" w:rsidRPr="00067430" w:rsidRDefault="00716E0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716E07" w:rsidRPr="008543A8" w:rsidRDefault="00716E0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716E07" w:rsidRPr="008543A8" w:rsidRDefault="00716E0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16E07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716E07" w:rsidRPr="008543A8" w:rsidRDefault="00716E07" w:rsidP="005C59B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716E07" w:rsidRPr="00067430" w:rsidRDefault="002B5A6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B5A6F">
              <w:rPr>
                <w:color w:val="auto"/>
              </w:rPr>
              <w:t xml:space="preserve">User is taken to the default </w:t>
            </w:r>
            <w:proofErr w:type="gramStart"/>
            <w:r w:rsidRPr="002B5A6F">
              <w:rPr>
                <w:color w:val="auto"/>
              </w:rPr>
              <w:t>menu  prompt</w:t>
            </w:r>
            <w:proofErr w:type="gramEnd"/>
            <w:r w:rsidRPr="002B5A6F">
              <w:rPr>
                <w:color w:val="auto"/>
              </w:rPr>
              <w:t>.</w:t>
            </w:r>
          </w:p>
        </w:tc>
        <w:tc>
          <w:tcPr>
            <w:tcW w:w="528" w:type="pct"/>
            <w:vMerge/>
            <w:shd w:val="clear" w:color="auto" w:fill="auto"/>
          </w:tcPr>
          <w:p w:rsidR="00716E07" w:rsidRPr="008543A8" w:rsidRDefault="00716E0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716E07" w:rsidRPr="008543A8" w:rsidRDefault="00716E0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16E07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716E07" w:rsidRPr="008543A8" w:rsidRDefault="00716E07" w:rsidP="00457F69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716E07" w:rsidRDefault="00716E0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/>
            <w:shd w:val="clear" w:color="auto" w:fill="auto"/>
          </w:tcPr>
          <w:p w:rsidR="00716E07" w:rsidRPr="008543A8" w:rsidRDefault="00716E0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716E07" w:rsidRPr="008543A8" w:rsidRDefault="00716E0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16E07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716E07" w:rsidRPr="008543A8" w:rsidRDefault="00716E07" w:rsidP="00716E0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716E07" w:rsidRPr="00067430" w:rsidRDefault="00716E0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 xml:space="preserve">When prompted for ‘Division’, select the division associated with the </w:t>
            </w:r>
            <w:proofErr w:type="spellStart"/>
            <w:r w:rsidRPr="005C636B">
              <w:rPr>
                <w:color w:val="auto"/>
              </w:rPr>
              <w:t>OneVa</w:t>
            </w:r>
            <w:proofErr w:type="spellEnd"/>
            <w:r w:rsidRPr="005C636B">
              <w:rPr>
                <w:color w:val="auto"/>
              </w:rPr>
              <w:t xml:space="preserve"> pharmacy instance.</w:t>
            </w:r>
          </w:p>
        </w:tc>
        <w:tc>
          <w:tcPr>
            <w:tcW w:w="528" w:type="pct"/>
            <w:vMerge/>
            <w:shd w:val="clear" w:color="auto" w:fill="auto"/>
          </w:tcPr>
          <w:p w:rsidR="00716E07" w:rsidRPr="008543A8" w:rsidRDefault="00716E0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716E07" w:rsidRPr="008543A8" w:rsidRDefault="00716E0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16E07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716E07" w:rsidRPr="008543A8" w:rsidRDefault="00716E07" w:rsidP="005C59B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716E07" w:rsidRDefault="00716E0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716E07" w:rsidRPr="008543A8" w:rsidRDefault="00716E0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716E07" w:rsidRPr="008543A8" w:rsidRDefault="00716E0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16E07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716E07" w:rsidRPr="008543A8" w:rsidRDefault="00716E07" w:rsidP="005C59B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716E07" w:rsidRDefault="00716E0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User is taken to the next prompt.</w:t>
            </w:r>
          </w:p>
        </w:tc>
        <w:tc>
          <w:tcPr>
            <w:tcW w:w="528" w:type="pct"/>
            <w:vMerge/>
            <w:shd w:val="clear" w:color="auto" w:fill="auto"/>
          </w:tcPr>
          <w:p w:rsidR="00716E07" w:rsidRPr="008543A8" w:rsidRDefault="00716E0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716E07" w:rsidRPr="008543A8" w:rsidRDefault="00716E0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5E52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C45E52" w:rsidRPr="008543A8" w:rsidRDefault="00C45E52" w:rsidP="00457F69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C45E52" w:rsidRDefault="00C45E52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C45E52" w:rsidRPr="008543A8" w:rsidRDefault="00C45E52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C45E52" w:rsidRPr="008543A8" w:rsidRDefault="00C45E52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45E52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C45E52" w:rsidRPr="008543A8" w:rsidRDefault="00C45E52" w:rsidP="008B30A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C45E52" w:rsidRPr="00067430" w:rsidRDefault="00C45E52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528" w:type="pct"/>
            <w:vMerge/>
            <w:shd w:val="clear" w:color="auto" w:fill="auto"/>
          </w:tcPr>
          <w:p w:rsidR="00C45E52" w:rsidRPr="008543A8" w:rsidRDefault="00C45E52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C45E52" w:rsidRPr="008543A8" w:rsidRDefault="00C45E52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3F84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7A3F84" w:rsidRPr="008543A8" w:rsidRDefault="007A3F84" w:rsidP="008B30A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7A3F84" w:rsidRDefault="007A3F8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7A3F84" w:rsidRPr="008543A8" w:rsidRDefault="007A3F8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7A3F84" w:rsidRPr="008543A8" w:rsidRDefault="007A3F8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45E52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C45E52" w:rsidRPr="008543A8" w:rsidRDefault="00C45E52" w:rsidP="008B30A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C45E52" w:rsidRDefault="00C45E52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User is taken to the next prompt.</w:t>
            </w:r>
          </w:p>
        </w:tc>
        <w:tc>
          <w:tcPr>
            <w:tcW w:w="528" w:type="pct"/>
            <w:vMerge/>
            <w:shd w:val="clear" w:color="auto" w:fill="auto"/>
          </w:tcPr>
          <w:p w:rsidR="00C45E52" w:rsidRPr="008543A8" w:rsidRDefault="00C45E52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C45E52" w:rsidRPr="008543A8" w:rsidRDefault="00C45E52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4DD7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AA4DD7" w:rsidRPr="008543A8" w:rsidRDefault="00AA4DD7" w:rsidP="00457F69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AA4DD7" w:rsidRDefault="00AA4DD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AA4DD7" w:rsidRPr="008543A8" w:rsidRDefault="00AA4DD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AA4DD7" w:rsidRPr="008543A8" w:rsidRDefault="00AA4DD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4DD7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AA4DD7" w:rsidRPr="008543A8" w:rsidRDefault="00AA4DD7" w:rsidP="00AA4DD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AA4DD7" w:rsidRPr="002B5A6F" w:rsidRDefault="00AA4DD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C636B">
              <w:rPr>
                <w:color w:val="auto"/>
              </w:rPr>
              <w:t>When prompted ‘Right Margin’, press &lt;return&gt;</w:t>
            </w:r>
          </w:p>
        </w:tc>
        <w:tc>
          <w:tcPr>
            <w:tcW w:w="528" w:type="pct"/>
            <w:vMerge/>
            <w:shd w:val="clear" w:color="auto" w:fill="auto"/>
          </w:tcPr>
          <w:p w:rsidR="00AA4DD7" w:rsidRPr="008543A8" w:rsidRDefault="00AA4DD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AA4DD7" w:rsidRPr="008543A8" w:rsidRDefault="00AA4DD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4DD7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AA4DD7" w:rsidRPr="008543A8" w:rsidRDefault="00AA4DD7" w:rsidP="00AA4DD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AA4DD7" w:rsidRDefault="00AA4DD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AA4DD7" w:rsidRPr="008543A8" w:rsidRDefault="00AA4DD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AA4DD7" w:rsidRPr="008543A8" w:rsidRDefault="00AA4DD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4DD7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AA4DD7" w:rsidRPr="008543A8" w:rsidRDefault="00AA4DD7" w:rsidP="00AA4DD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AA4DD7" w:rsidRDefault="00AA4DD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User is taken to the next prompt</w:t>
            </w:r>
          </w:p>
        </w:tc>
        <w:tc>
          <w:tcPr>
            <w:tcW w:w="528" w:type="pct"/>
            <w:vMerge/>
            <w:shd w:val="clear" w:color="auto" w:fill="auto"/>
          </w:tcPr>
          <w:p w:rsidR="00AA4DD7" w:rsidRPr="008543A8" w:rsidRDefault="00AA4DD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AA4DD7" w:rsidRPr="008543A8" w:rsidRDefault="00AA4DD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54B8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F854B8" w:rsidRPr="008543A8" w:rsidRDefault="00F854B8" w:rsidP="00457F69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F854B8" w:rsidRDefault="00F854B8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F854B8" w:rsidRDefault="00F854B8" w:rsidP="00F85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F854B8" w:rsidRDefault="00F854B8" w:rsidP="00F85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F854B8" w:rsidRDefault="00F854B8" w:rsidP="00F85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  <w:p w:rsidR="00F854B8" w:rsidRPr="008543A8" w:rsidRDefault="00F854B8" w:rsidP="00F85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</w:tr>
      <w:tr w:rsidR="00F854B8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F854B8" w:rsidRPr="008543A8" w:rsidRDefault="00F854B8" w:rsidP="00914D1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F854B8" w:rsidRPr="00067430" w:rsidRDefault="00F854B8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528" w:type="pct"/>
            <w:vMerge/>
            <w:shd w:val="clear" w:color="auto" w:fill="auto"/>
          </w:tcPr>
          <w:p w:rsidR="00F854B8" w:rsidRPr="008543A8" w:rsidRDefault="00F854B8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F854B8" w:rsidRPr="008543A8" w:rsidRDefault="00F854B8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54B8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F854B8" w:rsidRPr="008543A8" w:rsidRDefault="00F854B8" w:rsidP="00914D1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F854B8" w:rsidRDefault="00F854B8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F854B8" w:rsidRPr="008543A8" w:rsidRDefault="00F854B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F854B8" w:rsidRPr="008543A8" w:rsidRDefault="00F854B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54B8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F854B8" w:rsidRPr="008543A8" w:rsidRDefault="00F854B8" w:rsidP="00914D1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F854B8" w:rsidRDefault="00F854B8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User is taken to the next prompt.</w:t>
            </w:r>
          </w:p>
        </w:tc>
        <w:tc>
          <w:tcPr>
            <w:tcW w:w="528" w:type="pct"/>
            <w:vMerge/>
            <w:shd w:val="clear" w:color="auto" w:fill="auto"/>
          </w:tcPr>
          <w:p w:rsidR="00F854B8" w:rsidRPr="008543A8" w:rsidRDefault="00F854B8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F854B8" w:rsidRPr="008543A8" w:rsidRDefault="00F854B8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54B8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F854B8" w:rsidRPr="008543A8" w:rsidRDefault="00F854B8" w:rsidP="00457F69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F854B8" w:rsidRDefault="00F854B8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F854B8" w:rsidRPr="008543A8" w:rsidRDefault="00F854B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F854B8" w:rsidRPr="008543A8" w:rsidRDefault="00F854B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54B8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F854B8" w:rsidRPr="008543A8" w:rsidRDefault="00F854B8" w:rsidP="00F854B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F854B8" w:rsidRPr="00067430" w:rsidRDefault="00F854B8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528" w:type="pct"/>
            <w:vMerge/>
            <w:shd w:val="clear" w:color="auto" w:fill="auto"/>
          </w:tcPr>
          <w:p w:rsidR="00F854B8" w:rsidRPr="008543A8" w:rsidRDefault="00F854B8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F854B8" w:rsidRPr="008543A8" w:rsidRDefault="00F854B8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54B8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F854B8" w:rsidRPr="008543A8" w:rsidRDefault="00F854B8" w:rsidP="00F854B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F854B8" w:rsidRDefault="00F854B8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F854B8" w:rsidRPr="008543A8" w:rsidRDefault="00F854B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F854B8" w:rsidRPr="008543A8" w:rsidRDefault="00F854B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54B8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F854B8" w:rsidRPr="008543A8" w:rsidRDefault="00F854B8" w:rsidP="00F854B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F854B8" w:rsidRDefault="00F854B8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User is taken to the next menu list for outpatient pharmacy.</w:t>
            </w:r>
          </w:p>
        </w:tc>
        <w:tc>
          <w:tcPr>
            <w:tcW w:w="528" w:type="pct"/>
            <w:shd w:val="clear" w:color="auto" w:fill="auto"/>
          </w:tcPr>
          <w:p w:rsidR="00F854B8" w:rsidRPr="008543A8" w:rsidRDefault="00F854B8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:rsidR="00F854B8" w:rsidRPr="008543A8" w:rsidRDefault="00F854B8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307E0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3307E0" w:rsidRPr="008543A8" w:rsidRDefault="003307E0" w:rsidP="00FA75A0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3307E0" w:rsidRDefault="003307E0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3307E0" w:rsidRPr="008543A8" w:rsidRDefault="003307E0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3307E0" w:rsidRPr="008543A8" w:rsidRDefault="003307E0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307E0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3307E0" w:rsidRPr="008543A8" w:rsidRDefault="003307E0" w:rsidP="003307E0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3307E0" w:rsidRPr="00067430" w:rsidRDefault="003307E0" w:rsidP="00FA7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Choose ‘Rx (Prescriptions)’</w:t>
            </w:r>
          </w:p>
        </w:tc>
        <w:tc>
          <w:tcPr>
            <w:tcW w:w="528" w:type="pct"/>
            <w:vMerge/>
            <w:shd w:val="clear" w:color="auto" w:fill="auto"/>
          </w:tcPr>
          <w:p w:rsidR="003307E0" w:rsidRPr="008543A8" w:rsidRDefault="003307E0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3307E0" w:rsidRPr="008543A8" w:rsidRDefault="003307E0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307E0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3307E0" w:rsidRPr="008543A8" w:rsidRDefault="003307E0" w:rsidP="003307E0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3307E0" w:rsidRDefault="003307E0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3307E0" w:rsidRPr="008543A8" w:rsidRDefault="003307E0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3307E0" w:rsidRPr="008543A8" w:rsidRDefault="003307E0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307E0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3307E0" w:rsidRPr="008543A8" w:rsidRDefault="003307E0" w:rsidP="003307E0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3307E0" w:rsidRDefault="003307E0" w:rsidP="00FA7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User may be prompted for order summary.</w:t>
            </w:r>
          </w:p>
        </w:tc>
        <w:tc>
          <w:tcPr>
            <w:tcW w:w="528" w:type="pct"/>
            <w:vMerge/>
            <w:shd w:val="clear" w:color="auto" w:fill="auto"/>
          </w:tcPr>
          <w:p w:rsidR="003307E0" w:rsidRPr="008543A8" w:rsidRDefault="003307E0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3307E0" w:rsidRPr="008543A8" w:rsidRDefault="003307E0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0EE4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660EE4" w:rsidRPr="008543A8" w:rsidRDefault="00660EE4" w:rsidP="00457F69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660EE4" w:rsidRDefault="00660EE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660EE4" w:rsidRPr="008543A8" w:rsidRDefault="00660EE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660EE4" w:rsidRPr="008543A8" w:rsidRDefault="00660EE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60EE4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660EE4" w:rsidRPr="008543A8" w:rsidRDefault="00660EE4" w:rsidP="00660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660EE4" w:rsidRPr="00067430" w:rsidRDefault="00660EE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When prompted ‘Do you want an order Summary’, press &lt;return&gt;</w:t>
            </w:r>
          </w:p>
        </w:tc>
        <w:tc>
          <w:tcPr>
            <w:tcW w:w="528" w:type="pct"/>
            <w:vMerge/>
            <w:shd w:val="clear" w:color="auto" w:fill="auto"/>
          </w:tcPr>
          <w:p w:rsidR="00660EE4" w:rsidRPr="008543A8" w:rsidRDefault="00660EE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660EE4" w:rsidRPr="008543A8" w:rsidRDefault="00660EE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0EE4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660EE4" w:rsidRPr="008543A8" w:rsidRDefault="00660EE4" w:rsidP="00660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660EE4" w:rsidRDefault="00660EE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660EE4" w:rsidRPr="008543A8" w:rsidRDefault="00660EE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660EE4" w:rsidRPr="008543A8" w:rsidRDefault="00660EE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60EE4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660EE4" w:rsidRPr="008543A8" w:rsidRDefault="00660EE4" w:rsidP="00660EE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660EE4" w:rsidRDefault="00660EE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The next outpatient pharmacy menu is displayed to the user.</w:t>
            </w:r>
          </w:p>
        </w:tc>
        <w:tc>
          <w:tcPr>
            <w:tcW w:w="528" w:type="pct"/>
            <w:vMerge/>
            <w:shd w:val="clear" w:color="auto" w:fill="auto"/>
          </w:tcPr>
          <w:p w:rsidR="00660EE4" w:rsidRPr="008543A8" w:rsidRDefault="00660EE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660EE4" w:rsidRPr="008543A8" w:rsidRDefault="00660EE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1FE0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631FE0" w:rsidRPr="008543A8" w:rsidRDefault="00631FE0" w:rsidP="00FA75A0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631FE0" w:rsidRPr="00067430" w:rsidRDefault="00631FE0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631FE0" w:rsidRPr="008543A8" w:rsidRDefault="00631FE0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631FE0" w:rsidRPr="008543A8" w:rsidRDefault="00631FE0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1FE0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631FE0" w:rsidRPr="008543A8" w:rsidRDefault="00631FE0" w:rsidP="00631FE0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631FE0" w:rsidRPr="00067430" w:rsidRDefault="00631FE0" w:rsidP="00FA7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Choose Patient ‘Prescription Processing’</w:t>
            </w:r>
          </w:p>
        </w:tc>
        <w:tc>
          <w:tcPr>
            <w:tcW w:w="528" w:type="pct"/>
            <w:vMerge/>
            <w:shd w:val="clear" w:color="auto" w:fill="auto"/>
          </w:tcPr>
          <w:p w:rsidR="00631FE0" w:rsidRPr="008543A8" w:rsidRDefault="00631FE0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631FE0" w:rsidRPr="008543A8" w:rsidRDefault="00631FE0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1FE0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631FE0" w:rsidRPr="008543A8" w:rsidRDefault="00631FE0" w:rsidP="00631FE0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631FE0" w:rsidRPr="00067430" w:rsidRDefault="00631FE0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631FE0" w:rsidRPr="008543A8" w:rsidRDefault="00631FE0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631FE0" w:rsidRPr="008543A8" w:rsidRDefault="00631FE0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1FE0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631FE0" w:rsidRPr="008543A8" w:rsidRDefault="00631FE0" w:rsidP="00631FE0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631FE0" w:rsidRPr="00067430" w:rsidRDefault="00DD7125" w:rsidP="00FA7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D7125">
              <w:rPr>
                <w:rFonts w:ascii="Times New Roman" w:eastAsia="Times New Roman" w:hAnsi="Times New Roman" w:cs="Times New Roman"/>
                <w:color w:val="auto"/>
              </w:rPr>
              <w:t>User is taken to the next prompt.</w:t>
            </w:r>
          </w:p>
        </w:tc>
        <w:tc>
          <w:tcPr>
            <w:tcW w:w="528" w:type="pct"/>
            <w:vMerge/>
            <w:shd w:val="clear" w:color="auto" w:fill="auto"/>
          </w:tcPr>
          <w:p w:rsidR="00631FE0" w:rsidRPr="008543A8" w:rsidRDefault="00631FE0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631FE0" w:rsidRPr="008543A8" w:rsidRDefault="00631FE0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15E3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DD15E3" w:rsidRPr="008543A8" w:rsidRDefault="00DD15E3" w:rsidP="00FA75A0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DD15E3" w:rsidRDefault="00DD15E3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DD15E3" w:rsidRPr="008543A8" w:rsidRDefault="00DD15E3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DD15E3" w:rsidRPr="008543A8" w:rsidRDefault="00DD15E3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15E3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DD15E3" w:rsidRPr="008543A8" w:rsidRDefault="00DD15E3" w:rsidP="00DD15E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DD15E3" w:rsidRPr="00067430" w:rsidRDefault="00DD15E3" w:rsidP="00FA7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 xml:space="preserve">When prompted ‘Select </w:t>
            </w:r>
            <w:proofErr w:type="gramStart"/>
            <w:r w:rsidRPr="005C636B">
              <w:rPr>
                <w:color w:val="auto"/>
              </w:rPr>
              <w:t>PATIENT:’,</w:t>
            </w:r>
            <w:proofErr w:type="gramEnd"/>
            <w:r w:rsidRPr="005C636B">
              <w:rPr>
                <w:color w:val="auto"/>
              </w:rPr>
              <w:t xml:space="preserve"> enter the name of the patient.</w:t>
            </w:r>
          </w:p>
        </w:tc>
        <w:tc>
          <w:tcPr>
            <w:tcW w:w="528" w:type="pct"/>
            <w:vMerge/>
            <w:shd w:val="clear" w:color="auto" w:fill="auto"/>
          </w:tcPr>
          <w:p w:rsidR="00DD15E3" w:rsidRPr="008543A8" w:rsidRDefault="00DD15E3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DD15E3" w:rsidRPr="008543A8" w:rsidRDefault="00DD15E3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15E3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DD15E3" w:rsidRPr="008543A8" w:rsidRDefault="00DD15E3" w:rsidP="00DD15E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DD15E3" w:rsidRDefault="00DD15E3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DD15E3" w:rsidRPr="008543A8" w:rsidRDefault="00DD15E3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DD15E3" w:rsidRPr="008543A8" w:rsidRDefault="00DD15E3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15E3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DD15E3" w:rsidRPr="008543A8" w:rsidRDefault="00DD15E3" w:rsidP="00DD15E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DD15E3" w:rsidRDefault="00DD15E3" w:rsidP="00FA7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Patient is selected and user is taken to the next prompt.</w:t>
            </w:r>
          </w:p>
        </w:tc>
        <w:tc>
          <w:tcPr>
            <w:tcW w:w="528" w:type="pct"/>
            <w:vMerge/>
            <w:shd w:val="clear" w:color="auto" w:fill="auto"/>
          </w:tcPr>
          <w:p w:rsidR="00DD15E3" w:rsidRPr="008543A8" w:rsidRDefault="00DD15E3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DD15E3" w:rsidRPr="008543A8" w:rsidRDefault="00DD15E3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0218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590218" w:rsidRPr="008543A8" w:rsidRDefault="00590218" w:rsidP="00FA75A0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590218" w:rsidRDefault="00590218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590218" w:rsidRPr="008543A8" w:rsidRDefault="00590218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590218" w:rsidRPr="008543A8" w:rsidRDefault="00590218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0218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590218" w:rsidRPr="008543A8" w:rsidRDefault="00590218" w:rsidP="0059021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590218" w:rsidRDefault="00590218" w:rsidP="00FA7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When prompted ‘Would you like to query prescriptions’, answer ‘YES’.</w:t>
            </w:r>
          </w:p>
        </w:tc>
        <w:tc>
          <w:tcPr>
            <w:tcW w:w="528" w:type="pct"/>
            <w:vMerge/>
            <w:shd w:val="clear" w:color="auto" w:fill="auto"/>
          </w:tcPr>
          <w:p w:rsidR="00590218" w:rsidRPr="008543A8" w:rsidRDefault="00590218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590218" w:rsidRPr="008543A8" w:rsidRDefault="00590218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0218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590218" w:rsidRPr="008543A8" w:rsidRDefault="00590218" w:rsidP="0059021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590218" w:rsidRDefault="00590218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590218" w:rsidRPr="008543A8" w:rsidRDefault="00590218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590218" w:rsidRPr="008543A8" w:rsidRDefault="00590218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0218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590218" w:rsidRPr="008543A8" w:rsidRDefault="00590218" w:rsidP="0059021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590218" w:rsidRDefault="00590218" w:rsidP="00FA7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 xml:space="preserve">HDR query is made to gather </w:t>
            </w:r>
            <w:proofErr w:type="spellStart"/>
            <w:r w:rsidRPr="005C636B">
              <w:rPr>
                <w:color w:val="auto"/>
              </w:rPr>
              <w:t>OneVA</w:t>
            </w:r>
            <w:proofErr w:type="spellEnd"/>
            <w:r w:rsidRPr="005C636B">
              <w:rPr>
                <w:color w:val="auto"/>
              </w:rPr>
              <w:t xml:space="preserve"> pharmacy prescriptions. No error messages should be returned.</w:t>
            </w:r>
          </w:p>
        </w:tc>
        <w:tc>
          <w:tcPr>
            <w:tcW w:w="528" w:type="pct"/>
            <w:vMerge/>
            <w:shd w:val="clear" w:color="auto" w:fill="auto"/>
          </w:tcPr>
          <w:p w:rsidR="00590218" w:rsidRPr="008543A8" w:rsidRDefault="00590218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590218" w:rsidRPr="008543A8" w:rsidRDefault="00590218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6044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376044" w:rsidRPr="008543A8" w:rsidRDefault="00376044" w:rsidP="00FA75A0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376044" w:rsidRDefault="00376044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376044" w:rsidRPr="008543A8" w:rsidRDefault="00376044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376044" w:rsidRPr="008543A8" w:rsidRDefault="00376044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6044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376044" w:rsidRPr="008543A8" w:rsidRDefault="00376044" w:rsidP="0037604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376044" w:rsidRDefault="00376044" w:rsidP="00FA7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When prompted ‘Display Remote Data’, answer ‘NO’.</w:t>
            </w:r>
          </w:p>
        </w:tc>
        <w:tc>
          <w:tcPr>
            <w:tcW w:w="528" w:type="pct"/>
            <w:vMerge/>
            <w:shd w:val="clear" w:color="auto" w:fill="auto"/>
          </w:tcPr>
          <w:p w:rsidR="00376044" w:rsidRPr="008543A8" w:rsidRDefault="00376044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376044" w:rsidRPr="008543A8" w:rsidRDefault="00376044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6044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376044" w:rsidRPr="008543A8" w:rsidRDefault="00376044" w:rsidP="0037604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376044" w:rsidRDefault="00376044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376044" w:rsidRPr="008543A8" w:rsidRDefault="00376044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376044" w:rsidRPr="008543A8" w:rsidRDefault="00376044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6044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376044" w:rsidRPr="008543A8" w:rsidRDefault="00376044" w:rsidP="0037604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376044" w:rsidRDefault="00376044" w:rsidP="00FA7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User is taken to the next step/prompt.</w:t>
            </w:r>
          </w:p>
        </w:tc>
        <w:tc>
          <w:tcPr>
            <w:tcW w:w="528" w:type="pct"/>
            <w:vMerge/>
            <w:shd w:val="clear" w:color="auto" w:fill="auto"/>
          </w:tcPr>
          <w:p w:rsidR="00376044" w:rsidRPr="008543A8" w:rsidRDefault="00376044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376044" w:rsidRPr="008543A8" w:rsidRDefault="00376044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6044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376044" w:rsidRPr="008543A8" w:rsidRDefault="00376044" w:rsidP="00FA75A0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376044" w:rsidRDefault="00376044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376044" w:rsidRPr="008543A8" w:rsidRDefault="00376044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376044" w:rsidRPr="008543A8" w:rsidRDefault="00376044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6044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376044" w:rsidRPr="008543A8" w:rsidRDefault="00376044" w:rsidP="0037604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376044" w:rsidRDefault="00376044" w:rsidP="00FA7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 xml:space="preserve">If prompted for ‘RX PATIENT </w:t>
            </w:r>
            <w:proofErr w:type="gramStart"/>
            <w:r w:rsidRPr="005C636B">
              <w:rPr>
                <w:color w:val="auto"/>
              </w:rPr>
              <w:t>STATUS’,</w:t>
            </w:r>
            <w:proofErr w:type="gramEnd"/>
            <w:r w:rsidRPr="005C636B">
              <w:rPr>
                <w:color w:val="auto"/>
              </w:rPr>
              <w:t xml:space="preserve"> press &lt;return&gt; if there is a default. </w:t>
            </w:r>
            <w:r w:rsidR="004F1691">
              <w:rPr>
                <w:color w:val="auto"/>
              </w:rPr>
              <w:t xml:space="preserve"> </w:t>
            </w:r>
            <w:r w:rsidRPr="005C636B">
              <w:rPr>
                <w:color w:val="auto"/>
              </w:rPr>
              <w:t>Select a valid eligibility if none currently exist.</w:t>
            </w:r>
          </w:p>
        </w:tc>
        <w:tc>
          <w:tcPr>
            <w:tcW w:w="528" w:type="pct"/>
            <w:vMerge/>
            <w:shd w:val="clear" w:color="auto" w:fill="auto"/>
          </w:tcPr>
          <w:p w:rsidR="00376044" w:rsidRPr="008543A8" w:rsidRDefault="00376044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376044" w:rsidRPr="008543A8" w:rsidRDefault="00376044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6044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376044" w:rsidRPr="008543A8" w:rsidRDefault="00376044" w:rsidP="0037604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376044" w:rsidRDefault="00376044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376044" w:rsidRPr="008543A8" w:rsidRDefault="00376044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376044" w:rsidRPr="008543A8" w:rsidRDefault="00376044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6044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376044" w:rsidRPr="008543A8" w:rsidRDefault="00376044" w:rsidP="0037604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376044" w:rsidRDefault="00376044" w:rsidP="00FA7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User will be taking to the patient profile, where Eligibility, Disabilities and other information is displayed.</w:t>
            </w:r>
          </w:p>
        </w:tc>
        <w:tc>
          <w:tcPr>
            <w:tcW w:w="528" w:type="pct"/>
            <w:vMerge/>
            <w:shd w:val="clear" w:color="auto" w:fill="auto"/>
          </w:tcPr>
          <w:p w:rsidR="00376044" w:rsidRPr="008543A8" w:rsidRDefault="00376044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376044" w:rsidRPr="008543A8" w:rsidRDefault="00376044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113F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E9113F" w:rsidRPr="008543A8" w:rsidRDefault="00E9113F" w:rsidP="00FA75A0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E9113F" w:rsidRDefault="00E9113F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E9113F" w:rsidRPr="008543A8" w:rsidRDefault="00E9113F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E9113F" w:rsidRPr="008543A8" w:rsidRDefault="00E9113F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9113F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E9113F" w:rsidRPr="008543A8" w:rsidRDefault="00E9113F" w:rsidP="00E9113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E9113F" w:rsidRDefault="00E9113F" w:rsidP="00FA7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C636B">
              <w:rPr>
                <w:color w:val="auto"/>
              </w:rPr>
              <w:t>Press &lt;return&gt; until you reach the medication list.</w:t>
            </w:r>
          </w:p>
        </w:tc>
        <w:tc>
          <w:tcPr>
            <w:tcW w:w="528" w:type="pct"/>
            <w:vMerge/>
            <w:shd w:val="clear" w:color="auto" w:fill="auto"/>
          </w:tcPr>
          <w:p w:rsidR="00E9113F" w:rsidRPr="008543A8" w:rsidRDefault="00E9113F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E9113F" w:rsidRPr="008543A8" w:rsidRDefault="00E9113F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113F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E9113F" w:rsidRPr="00457F69" w:rsidRDefault="00E9113F" w:rsidP="00E9113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E9113F" w:rsidRDefault="00E9113F" w:rsidP="00FA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E9113F" w:rsidRPr="00457F69" w:rsidRDefault="00E9113F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E9113F" w:rsidRPr="00457F69" w:rsidRDefault="00E9113F" w:rsidP="00FA75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9113F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E9113F" w:rsidRPr="008543A8" w:rsidRDefault="00E9113F" w:rsidP="00E9113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E9113F" w:rsidRDefault="00E9113F" w:rsidP="00FA7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C636B">
              <w:rPr>
                <w:color w:val="auto"/>
              </w:rPr>
              <w:t>User will be taken to the medication list.</w:t>
            </w:r>
          </w:p>
          <w:p w:rsidR="00C54CEF" w:rsidRDefault="00C54CEF" w:rsidP="00FA7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8" w:type="pct"/>
            <w:vMerge/>
            <w:shd w:val="clear" w:color="auto" w:fill="auto"/>
          </w:tcPr>
          <w:p w:rsidR="00E9113F" w:rsidRPr="008543A8" w:rsidRDefault="00E9113F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E9113F" w:rsidRPr="008543A8" w:rsidRDefault="00E9113F" w:rsidP="00FA75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B0667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7B0667" w:rsidRPr="00457F69" w:rsidRDefault="007B0667" w:rsidP="00457F69">
            <w:pPr>
              <w:pStyle w:val="ListNumber"/>
            </w:pPr>
          </w:p>
        </w:tc>
        <w:tc>
          <w:tcPr>
            <w:tcW w:w="359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B0667" w:rsidRPr="00780967" w:rsidRDefault="007B0667" w:rsidP="00FE16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7B0667" w:rsidRPr="00457F69" w:rsidRDefault="007B066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7B0667" w:rsidRPr="00457F69" w:rsidRDefault="007B066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B0667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7B0667" w:rsidRPr="00457F69" w:rsidRDefault="007B0667" w:rsidP="007B066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7B0667" w:rsidRPr="00457F69" w:rsidRDefault="007B0667" w:rsidP="00FE16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43A8">
              <w:t xml:space="preserve">Find a </w:t>
            </w:r>
            <w:r>
              <w:t>different prescription from the list of prescriptions on the ‘dispensing’ site. This would be a prescription that does not have a recent fill at the ‘host’ site.</w:t>
            </w:r>
            <w:r w:rsidRPr="008543A8">
              <w:t xml:space="preserve"> </w:t>
            </w:r>
          </w:p>
        </w:tc>
        <w:tc>
          <w:tcPr>
            <w:tcW w:w="528" w:type="pct"/>
            <w:vMerge/>
            <w:shd w:val="clear" w:color="auto" w:fill="auto"/>
          </w:tcPr>
          <w:p w:rsidR="007B0667" w:rsidRPr="00457F69" w:rsidRDefault="007B066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7B0667" w:rsidRPr="00457F69" w:rsidRDefault="007B066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B0667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7B0667" w:rsidRPr="00457F69" w:rsidRDefault="007B0667" w:rsidP="007B066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7B0667" w:rsidRDefault="007B0667" w:rsidP="001445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7B0667" w:rsidRPr="00457F69" w:rsidRDefault="007B066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7B0667" w:rsidRPr="00457F69" w:rsidRDefault="007B066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B0667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7B0667" w:rsidRPr="00457F69" w:rsidRDefault="007B0667" w:rsidP="007B066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7B0667" w:rsidRDefault="007B0667" w:rsidP="001445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0667">
              <w:t>A good example would be a prescription with a last</w:t>
            </w:r>
            <w:r w:rsidR="004F1691">
              <w:t xml:space="preserve"> filled date of more than today minus </w:t>
            </w:r>
            <w:r w:rsidRPr="007B0667">
              <w:t>day</w:t>
            </w:r>
            <w:r w:rsidR="00FD7979">
              <w:t>’</w:t>
            </w:r>
            <w:r w:rsidRPr="007B0667">
              <w:t>s supply in the past (possibly 30 or 60).</w:t>
            </w:r>
          </w:p>
        </w:tc>
        <w:tc>
          <w:tcPr>
            <w:tcW w:w="528" w:type="pct"/>
            <w:vMerge/>
            <w:shd w:val="clear" w:color="auto" w:fill="auto"/>
          </w:tcPr>
          <w:p w:rsidR="007B0667" w:rsidRPr="00457F69" w:rsidRDefault="007B066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7B0667" w:rsidRPr="00457F69" w:rsidRDefault="007B066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C6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9171C6" w:rsidRPr="00457F69" w:rsidRDefault="009171C6" w:rsidP="00457F69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9171C6" w:rsidRDefault="009171C6" w:rsidP="000674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9171C6" w:rsidRPr="00457F69" w:rsidRDefault="009171C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9171C6" w:rsidRPr="00457F69" w:rsidRDefault="009171C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C6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9171C6" w:rsidRPr="00457F69" w:rsidRDefault="009171C6" w:rsidP="009171C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9171C6" w:rsidRPr="00457F69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Pr="00067430">
              <w:t xml:space="preserve">ttempt a refill </w:t>
            </w:r>
            <w:r>
              <w:t xml:space="preserve">a different prescription </w:t>
            </w:r>
            <w:r w:rsidRPr="00067430">
              <w:t xml:space="preserve">using PSO LM BACKDOOR ORDERS </w:t>
            </w:r>
          </w:p>
        </w:tc>
        <w:tc>
          <w:tcPr>
            <w:tcW w:w="528" w:type="pct"/>
            <w:vMerge/>
            <w:shd w:val="clear" w:color="auto" w:fill="auto"/>
          </w:tcPr>
          <w:p w:rsidR="009171C6" w:rsidRPr="00457F69" w:rsidRDefault="009171C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9171C6" w:rsidRPr="00457F69" w:rsidRDefault="009171C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71C6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9171C6" w:rsidRPr="00457F69" w:rsidRDefault="009171C6" w:rsidP="009171C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9171C6" w:rsidRDefault="009171C6" w:rsidP="000674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9171C6" w:rsidRPr="00457F69" w:rsidRDefault="009171C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9171C6" w:rsidRPr="00457F69" w:rsidRDefault="009171C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71C6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9171C6" w:rsidRPr="00457F69" w:rsidRDefault="009171C6" w:rsidP="009171C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Medication Profile            Aug 04, 2017@10:43:33          Page:    1 of    2 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ZZTEST,PATIENT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PID: XXXXXXXXXXX</w:t>
            </w: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</w:t>
            </w:r>
            <w:proofErr w:type="spellStart"/>
            <w:r w:rsidRPr="002D4093">
              <w:rPr>
                <w:rFonts w:ascii="Courier New" w:hAnsi="Courier New" w:cs="Courier New"/>
                <w:sz w:val="18"/>
                <w:szCs w:val="18"/>
              </w:rPr>
              <w:t>Ht</w:t>
            </w:r>
            <w:proofErr w:type="spellEnd"/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(cm): _______ (______)   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DOB: JAN 1,1960 (57)                             </w:t>
            </w:r>
            <w:proofErr w:type="spellStart"/>
            <w:r w:rsidRPr="002D4093">
              <w:rPr>
                <w:rFonts w:ascii="Courier New" w:hAnsi="Courier New" w:cs="Courier New"/>
                <w:sz w:val="18"/>
                <w:szCs w:val="18"/>
              </w:rPr>
              <w:t>Wt</w:t>
            </w:r>
            <w:proofErr w:type="spellEnd"/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(kg): _______ (______)   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SEX: FEMALE                            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2D4093">
              <w:rPr>
                <w:rFonts w:ascii="Courier New" w:hAnsi="Courier New" w:cs="Courier New"/>
                <w:sz w:val="18"/>
                <w:szCs w:val="18"/>
              </w:rPr>
              <w:t>CrCL</w:t>
            </w:r>
            <w:proofErr w:type="spellEnd"/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: &lt;Not Found&gt;                               BSA (m2): _______ 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                 ISSUE  LAST REF DAY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#  RX #         DRUG                                 QTY ST  DATE  FILL REM SUP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+                                                                               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--------------------------CHYSHR TEST LAB (983) ACTIVE--------------------------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8 10000340      AMPICILLIN 250MG CAP                  30 A  01-19 08-03   8  30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9 763003        IBUPROFEN 600MG TAB                   30 A  04-01 04-01  11  30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10 10000334      NIACIN 250MG TAB                      30 A  01-03 02-10  10  30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11 763005        PSEUDO 60/TRIPROLIDINE 2.5MG TAB      30 A  06-07 06-07  11  30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12 10000336      TACROLIMUS 0.5MG CAP                  60 A  02-06 08-03   9  30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-----------------------CHYSHR TEST LAB (983) DISCONTINUED-----------------------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13 763001        ACETAMINOPHEN 325MG TAB               30 DC 12-19 02-28   9  30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-------------------------CHYSHR TEST LAB (983) EXPIRED--------------------------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14 763006        ARIPIPRAZOLE 20MG TAB                 30 E  06-07 06-07   0  30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+         </w:t>
            </w:r>
            <w:proofErr w:type="gramStart"/>
            <w:r w:rsidRPr="002D4093">
              <w:rPr>
                <w:rFonts w:ascii="Courier New" w:hAnsi="Courier New" w:cs="Courier New"/>
                <w:sz w:val="18"/>
                <w:szCs w:val="18"/>
              </w:rPr>
              <w:t>Enter ??</w:t>
            </w:r>
            <w:proofErr w:type="gramEnd"/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for more actions                                             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PU  Patient Record Update               NO  New Order</w:t>
            </w:r>
          </w:p>
          <w:p w:rsidR="009171C6" w:rsidRPr="002D4093" w:rsidRDefault="009171C6" w:rsidP="00917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PI  Patient Information                 SO  Select Order</w:t>
            </w:r>
          </w:p>
          <w:p w:rsidR="009171C6" w:rsidRDefault="009171C6" w:rsidP="00067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pct"/>
            <w:vMerge/>
            <w:shd w:val="clear" w:color="auto" w:fill="auto"/>
          </w:tcPr>
          <w:p w:rsidR="009171C6" w:rsidRPr="00457F69" w:rsidRDefault="009171C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9171C6" w:rsidRPr="00457F69" w:rsidRDefault="009171C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1006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681006" w:rsidRPr="00457F69" w:rsidRDefault="00681006" w:rsidP="00457F69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681006" w:rsidRPr="002D4093" w:rsidRDefault="00681006" w:rsidP="000674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681006" w:rsidRPr="00457F69" w:rsidRDefault="0068100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681006" w:rsidRPr="00457F69" w:rsidRDefault="0068100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81006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681006" w:rsidRPr="00457F69" w:rsidRDefault="00681006" w:rsidP="0068100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681006" w:rsidRDefault="00681006" w:rsidP="00067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7430">
              <w:t xml:space="preserve">Select Action: Next Screen// 8  </w:t>
            </w:r>
            <w:r w:rsidRPr="00067430">
              <w:t xml:space="preserve">CHOOSE THE PRESCRIPTION NUMBER THAT </w:t>
            </w:r>
            <w:r>
              <w:t>you wish to refill</w:t>
            </w:r>
            <w:r w:rsidRPr="00067430">
              <w:t xml:space="preserve">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Medication Profile            Aug 04, 2017@10:43:33          Page:    1 of    2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ZZTEST,PATIENT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PID: XXXXXXXXXXX</w:t>
            </w: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</w:t>
            </w:r>
            <w:proofErr w:type="spellStart"/>
            <w:r w:rsidRPr="002D4093">
              <w:rPr>
                <w:rFonts w:ascii="Courier New" w:hAnsi="Courier New" w:cs="Courier New"/>
                <w:sz w:val="18"/>
                <w:szCs w:val="18"/>
              </w:rPr>
              <w:t>Ht</w:t>
            </w:r>
            <w:proofErr w:type="spellEnd"/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(cm): _______ (______)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DOB: JAN 1,1960 (57)                             </w:t>
            </w:r>
            <w:proofErr w:type="spellStart"/>
            <w:r w:rsidRPr="002D4093">
              <w:rPr>
                <w:rFonts w:ascii="Courier New" w:hAnsi="Courier New" w:cs="Courier New"/>
                <w:sz w:val="18"/>
                <w:szCs w:val="18"/>
              </w:rPr>
              <w:t>Wt</w:t>
            </w:r>
            <w:proofErr w:type="spellEnd"/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(kg): _______ (______)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SEX: FEMALE                         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2D4093">
              <w:rPr>
                <w:rFonts w:ascii="Courier New" w:hAnsi="Courier New" w:cs="Courier New"/>
                <w:sz w:val="18"/>
                <w:szCs w:val="18"/>
              </w:rPr>
              <w:t>CrCL</w:t>
            </w:r>
            <w:proofErr w:type="spellEnd"/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: &lt;Not Found&gt;                               BSA (m2): _______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                 ISSUE  LAST REF DAY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#  RX #         DRUG                                 QTY ST  DATE  FILL REM SUP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+                                                                            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--------------------------CHYSHR TEST LAB (983) ACTIVE--------------------------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8 10000340      AMPICILLIN 250MG CAP                  30 A  01-19 08-03   8  30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9 763003        IBUPROFEN 600MG TAB                   30 A  04-01 04-01  11  30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10 10000334      NIACIN 250MG TAB                      30 A  01-03 02-10  10  30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11 763005        PSEUDO 60/TRIPROLIDINE 2.5MG TAB      30 A  06-07 06-07  11  30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12 10000336      TACROLIMUS 0.5MG CAP                  60 A  02-06 08-03   9  30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-----------------------CHYSHR TEST LAB (983) DISCONTINUED-----------------------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13 763001        ACETAMINOPHEN 325MG TAB               30 DC 12-19 02-28   9  30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-------------------------CHYSHR TEST LAB (983) EXPIRED--------------------------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14 763006        ARIPIPRAZOLE 20MG TAB                 30 E  06-07 06-07   0  30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+         </w:t>
            </w:r>
            <w:proofErr w:type="gramStart"/>
            <w:r w:rsidRPr="002D4093">
              <w:rPr>
                <w:rFonts w:ascii="Courier New" w:hAnsi="Courier New" w:cs="Courier New"/>
                <w:sz w:val="18"/>
                <w:szCs w:val="18"/>
              </w:rPr>
              <w:t>Enter ??</w:t>
            </w:r>
            <w:proofErr w:type="gramEnd"/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for more actions                                          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PU  Patient Record Update               NO  New Order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>PI  Patient Information                 SO  Select Order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Select Action: Next Screen// 9     </w:t>
            </w:r>
          </w:p>
          <w:p w:rsidR="00C54CEF" w:rsidRPr="00457F69" w:rsidRDefault="00C54CEF" w:rsidP="00067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pct"/>
            <w:vMerge/>
            <w:shd w:val="clear" w:color="auto" w:fill="auto"/>
          </w:tcPr>
          <w:p w:rsidR="00681006" w:rsidRPr="00457F69" w:rsidRDefault="0068100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681006" w:rsidRPr="00457F69" w:rsidRDefault="0068100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1006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681006" w:rsidRPr="00457F69" w:rsidRDefault="00681006" w:rsidP="0068100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681006" w:rsidRPr="002D4093" w:rsidRDefault="00681006" w:rsidP="000674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681006" w:rsidRPr="00457F69" w:rsidRDefault="0068100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681006" w:rsidRPr="00457F69" w:rsidRDefault="0068100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81006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681006" w:rsidRPr="00457F69" w:rsidRDefault="00681006" w:rsidP="0068100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681006" w:rsidRDefault="00681006" w:rsidP="00067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E4C90">
              <w:rPr>
                <w:rFonts w:cstheme="minorHAnsi"/>
              </w:rPr>
              <w:t>Select Action: Next Screen// 9</w:t>
            </w:r>
          </w:p>
          <w:p w:rsidR="00C54CEF" w:rsidRDefault="00C54CEF" w:rsidP="00067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Select Action: Next Screen// 9  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REMOTE OP Medications (ACTIVE)Aug 04, 2017@10:43:36          Page:    1 of    1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ZZTEST,PATIENT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PID: XXXXXXXXXXX</w:t>
            </w: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</w:t>
            </w:r>
            <w:proofErr w:type="spellStart"/>
            <w:r w:rsidRPr="002D4093">
              <w:rPr>
                <w:rFonts w:ascii="Courier New" w:hAnsi="Courier New" w:cs="Courier New"/>
                <w:sz w:val="18"/>
                <w:szCs w:val="18"/>
              </w:rPr>
              <w:t>Ht</w:t>
            </w:r>
            <w:proofErr w:type="spellEnd"/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(cm): _______ (______)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DOB: JAN 1,1960 (57)                             </w:t>
            </w:r>
            <w:proofErr w:type="spellStart"/>
            <w:r w:rsidRPr="002D4093">
              <w:rPr>
                <w:rFonts w:ascii="Courier New" w:hAnsi="Courier New" w:cs="Courier New"/>
                <w:sz w:val="18"/>
                <w:szCs w:val="18"/>
              </w:rPr>
              <w:t>Wt</w:t>
            </w:r>
            <w:proofErr w:type="spellEnd"/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(kg): _______ (______)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SEX: FEMALE                         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2D4093">
              <w:rPr>
                <w:rFonts w:ascii="Courier New" w:hAnsi="Courier New" w:cs="Courier New"/>
                <w:sz w:val="18"/>
                <w:szCs w:val="18"/>
              </w:rPr>
              <w:t>CrCL</w:t>
            </w:r>
            <w:proofErr w:type="spellEnd"/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: &lt;Not Found&gt;                               BSA (m2): _______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                                 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       Site #: 983(CHYSHR TEST LAB)                                        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         Rx #: 763003                                                      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    Drug Name: IBUPROFEN 600MG TAB                                         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proofErr w:type="spellStart"/>
            <w:r w:rsidRPr="002D4093">
              <w:rPr>
                <w:rFonts w:ascii="Courier New" w:hAnsi="Courier New" w:cs="Courier New"/>
                <w:sz w:val="18"/>
                <w:szCs w:val="18"/>
              </w:rPr>
              <w:t>Days</w:t>
            </w:r>
            <w:proofErr w:type="spellEnd"/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Supply: 30                                                          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     Quantity: 30                                                          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      Refills: 11                                                          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Expiration Date: 04/02/18                                                    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   Issue Date: 04/01/17                                                    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    Stop Date: 04/02/18                                                    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Last Fill Date: 04/01/17                                                       </w:t>
            </w:r>
          </w:p>
          <w:p w:rsidR="00C54CEF" w:rsidRPr="002D4093" w:rsidRDefault="00C54CEF" w:rsidP="00C54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2D4093">
              <w:rPr>
                <w:rFonts w:ascii="Courier New" w:hAnsi="Courier New" w:cs="Courier New"/>
                <w:sz w:val="18"/>
                <w:szCs w:val="18"/>
              </w:rPr>
              <w:t xml:space="preserve">            Sig: TAKE ONE TABLET BY MOUTH EVERY MORNING                         </w:t>
            </w:r>
          </w:p>
          <w:p w:rsidR="00C54CEF" w:rsidRPr="009E4C90" w:rsidRDefault="00C54CEF" w:rsidP="00067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528" w:type="pct"/>
            <w:vMerge/>
            <w:shd w:val="clear" w:color="auto" w:fill="auto"/>
          </w:tcPr>
          <w:p w:rsidR="00681006" w:rsidRPr="00457F69" w:rsidRDefault="0068100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681006" w:rsidRPr="00457F69" w:rsidRDefault="0068100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3193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1C3193" w:rsidRPr="00457F69" w:rsidRDefault="001C3193" w:rsidP="00457F69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1C3193" w:rsidRDefault="001C3193" w:rsidP="007566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1C3193" w:rsidRPr="00457F69" w:rsidRDefault="001C319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1C3193" w:rsidRPr="00457F69" w:rsidRDefault="001C319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C3193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1C3193" w:rsidRPr="00457F69" w:rsidRDefault="001C3193" w:rsidP="001C319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1C3193" w:rsidRPr="00457F69" w:rsidRDefault="001C3193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6634">
              <w:t>Select Action:</w:t>
            </w:r>
            <w:r w:rsidR="00F00880">
              <w:t xml:space="preserve"> </w:t>
            </w:r>
            <w:r w:rsidRPr="00756634">
              <w:t xml:space="preserve">Quit// RF   Refill Rx from Another VA Pharmacy </w:t>
            </w:r>
            <w:r w:rsidRPr="00756634">
              <w:t xml:space="preserve">CHOOSE REFILL  </w:t>
            </w:r>
          </w:p>
        </w:tc>
        <w:tc>
          <w:tcPr>
            <w:tcW w:w="528" w:type="pct"/>
            <w:vMerge/>
            <w:shd w:val="clear" w:color="auto" w:fill="auto"/>
          </w:tcPr>
          <w:p w:rsidR="001C3193" w:rsidRPr="00457F69" w:rsidRDefault="001C319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1C3193" w:rsidRPr="00457F69" w:rsidRDefault="001C319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3193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1C3193" w:rsidRPr="00457F69" w:rsidRDefault="001C3193" w:rsidP="001C319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1C3193" w:rsidRDefault="001C3193" w:rsidP="007566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1C3193" w:rsidRPr="00457F69" w:rsidRDefault="001C319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1C3193" w:rsidRPr="00457F69" w:rsidRDefault="001C319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C3193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1C3193" w:rsidRPr="00457F69" w:rsidRDefault="001C3193" w:rsidP="001C319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1C3193" w:rsidRPr="00EF4A5B" w:rsidRDefault="001C3193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REMOTE OP Medications (ACTIVE)Aug 04, 2017@10:43:36          Page:    1 of    1 </w:t>
            </w:r>
          </w:p>
          <w:p w:rsidR="001C3193" w:rsidRPr="00EF4A5B" w:rsidRDefault="001C3193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>TEST,HERRING</w:t>
            </w:r>
          </w:p>
          <w:p w:rsidR="001C3193" w:rsidRPr="00EF4A5B" w:rsidRDefault="001C3193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 PID: 111-11-4433 </w:t>
            </w:r>
            <w:r w:rsidR="0031134F" w:rsidRPr="00EF4A5B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</w:t>
            </w:r>
            <w:proofErr w:type="spellStart"/>
            <w:r w:rsidRPr="00EF4A5B">
              <w:rPr>
                <w:rFonts w:ascii="Courier New" w:hAnsi="Courier New" w:cs="Courier New"/>
                <w:sz w:val="18"/>
                <w:szCs w:val="18"/>
              </w:rPr>
              <w:t>Ht</w:t>
            </w:r>
            <w:proofErr w:type="spellEnd"/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(cm): _______ (______)   </w:t>
            </w:r>
          </w:p>
          <w:p w:rsidR="001C3193" w:rsidRPr="00EF4A5B" w:rsidRDefault="001C3193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 DOB: JAN 1,1960 (</w:t>
            </w:r>
            <w:r w:rsidR="0031134F" w:rsidRPr="00EF4A5B">
              <w:rPr>
                <w:rFonts w:ascii="Courier New" w:hAnsi="Courier New" w:cs="Courier New"/>
                <w:sz w:val="18"/>
                <w:szCs w:val="18"/>
              </w:rPr>
              <w:t xml:space="preserve">57)                      </w:t>
            </w:r>
            <w:proofErr w:type="spellStart"/>
            <w:r w:rsidRPr="00EF4A5B">
              <w:rPr>
                <w:rFonts w:ascii="Courier New" w:hAnsi="Courier New" w:cs="Courier New"/>
                <w:sz w:val="18"/>
                <w:szCs w:val="18"/>
              </w:rPr>
              <w:t>Wt</w:t>
            </w:r>
            <w:proofErr w:type="spellEnd"/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(kg): _______ (______)   </w:t>
            </w:r>
          </w:p>
          <w:p w:rsidR="001C3193" w:rsidRPr="00EF4A5B" w:rsidRDefault="001C3193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 SEX: FEMALE                            </w:t>
            </w:r>
          </w:p>
          <w:p w:rsidR="001C3193" w:rsidRPr="00EF4A5B" w:rsidRDefault="001C3193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EF4A5B">
              <w:rPr>
                <w:rFonts w:ascii="Courier New" w:hAnsi="Courier New" w:cs="Courier New"/>
                <w:sz w:val="18"/>
                <w:szCs w:val="18"/>
              </w:rPr>
              <w:t>CrCL</w:t>
            </w:r>
            <w:proofErr w:type="spellEnd"/>
            <w:r w:rsidRPr="00EF4A5B">
              <w:rPr>
                <w:rFonts w:ascii="Courier New" w:hAnsi="Courier New" w:cs="Courier New"/>
                <w:sz w:val="18"/>
                <w:szCs w:val="18"/>
              </w:rPr>
              <w:t>: &lt;Not Found</w:t>
            </w:r>
            <w:r w:rsidR="0031134F" w:rsidRPr="00EF4A5B">
              <w:rPr>
                <w:rFonts w:ascii="Courier New" w:hAnsi="Courier New" w:cs="Courier New"/>
                <w:sz w:val="18"/>
                <w:szCs w:val="18"/>
              </w:rPr>
              <w:t xml:space="preserve">&gt;                            </w:t>
            </w: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BSA (m2): _______ </w:t>
            </w:r>
          </w:p>
          <w:p w:rsidR="001C3193" w:rsidRPr="00EF4A5B" w:rsidRDefault="001C3193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                                    </w:t>
            </w:r>
          </w:p>
          <w:p w:rsidR="001C3193" w:rsidRPr="00EF4A5B" w:rsidRDefault="00F00880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1C3193" w:rsidRPr="00EF4A5B">
              <w:rPr>
                <w:rFonts w:ascii="Courier New" w:hAnsi="Courier New" w:cs="Courier New"/>
                <w:sz w:val="18"/>
                <w:szCs w:val="18"/>
              </w:rPr>
              <w:t xml:space="preserve">Site #: 983(CHYSHR TEST LAB)                                           </w:t>
            </w:r>
          </w:p>
          <w:p w:rsidR="001C3193" w:rsidRPr="00EF4A5B" w:rsidRDefault="00F00880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1C3193" w:rsidRPr="00EF4A5B">
              <w:rPr>
                <w:rFonts w:ascii="Courier New" w:hAnsi="Courier New" w:cs="Courier New"/>
                <w:sz w:val="18"/>
                <w:szCs w:val="18"/>
              </w:rPr>
              <w:t xml:space="preserve">Rx #: 763003                                                         </w:t>
            </w:r>
          </w:p>
          <w:p w:rsidR="001C3193" w:rsidRPr="00EF4A5B" w:rsidRDefault="00F00880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1C3193" w:rsidRPr="00EF4A5B">
              <w:rPr>
                <w:rFonts w:ascii="Courier New" w:hAnsi="Courier New" w:cs="Courier New"/>
                <w:sz w:val="18"/>
                <w:szCs w:val="18"/>
              </w:rPr>
              <w:t xml:space="preserve">Drug Name: IBUPROFEN 600MG TAB                                            </w:t>
            </w:r>
          </w:p>
          <w:p w:rsidR="001C3193" w:rsidRPr="00EF4A5B" w:rsidRDefault="00F00880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="001C3193" w:rsidRPr="00EF4A5B">
              <w:rPr>
                <w:rFonts w:ascii="Courier New" w:hAnsi="Courier New" w:cs="Courier New"/>
                <w:sz w:val="18"/>
                <w:szCs w:val="18"/>
              </w:rPr>
              <w:t>Days</w:t>
            </w:r>
            <w:proofErr w:type="spellEnd"/>
            <w:r w:rsidR="001C3193" w:rsidRPr="00EF4A5B">
              <w:rPr>
                <w:rFonts w:ascii="Courier New" w:hAnsi="Courier New" w:cs="Courier New"/>
                <w:sz w:val="18"/>
                <w:szCs w:val="18"/>
              </w:rPr>
              <w:t xml:space="preserve"> Supply: 30                                                             </w:t>
            </w:r>
          </w:p>
          <w:p w:rsidR="001C3193" w:rsidRPr="00EF4A5B" w:rsidRDefault="001C3193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Quantity: 30                                                             </w:t>
            </w:r>
          </w:p>
          <w:p w:rsidR="001C3193" w:rsidRPr="00EF4A5B" w:rsidRDefault="00F00880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1C3193" w:rsidRPr="00EF4A5B">
              <w:rPr>
                <w:rFonts w:ascii="Courier New" w:hAnsi="Courier New" w:cs="Courier New"/>
                <w:sz w:val="18"/>
                <w:szCs w:val="18"/>
              </w:rPr>
              <w:t xml:space="preserve">Refills: 11                                                             </w:t>
            </w:r>
          </w:p>
          <w:p w:rsidR="001C3193" w:rsidRPr="00EF4A5B" w:rsidRDefault="00F00880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1C3193" w:rsidRPr="00EF4A5B">
              <w:rPr>
                <w:rFonts w:ascii="Courier New" w:hAnsi="Courier New" w:cs="Courier New"/>
                <w:sz w:val="18"/>
                <w:szCs w:val="18"/>
              </w:rPr>
              <w:t xml:space="preserve">Expiration Date: 04/02/18                                                       </w:t>
            </w:r>
          </w:p>
          <w:p w:rsidR="001C3193" w:rsidRPr="00EF4A5B" w:rsidRDefault="001C3193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  <w:r w:rsidR="00F00880" w:rsidRPr="00EF4A5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Issue Date: 04/01/17                                                       </w:t>
            </w:r>
          </w:p>
          <w:p w:rsidR="001C3193" w:rsidRPr="00EF4A5B" w:rsidRDefault="001C3193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     Stop Date: 04/02/18                                                       </w:t>
            </w:r>
          </w:p>
          <w:p w:rsidR="001C3193" w:rsidRPr="00EF4A5B" w:rsidRDefault="001C3193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Last Fill Date: 04/01/17                                                       </w:t>
            </w:r>
          </w:p>
          <w:p w:rsidR="001C3193" w:rsidRPr="00EF4A5B" w:rsidRDefault="00F00880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     </w:t>
            </w:r>
            <w:r w:rsidR="001C3193" w:rsidRPr="00EF4A5B">
              <w:rPr>
                <w:rFonts w:ascii="Courier New" w:hAnsi="Courier New" w:cs="Courier New"/>
                <w:sz w:val="18"/>
                <w:szCs w:val="18"/>
              </w:rPr>
              <w:t xml:space="preserve">Sig: TAKE ONE TABLET BY MOUTH EVERY MORNING                         </w:t>
            </w:r>
          </w:p>
          <w:p w:rsidR="001C3193" w:rsidRPr="00EF4A5B" w:rsidRDefault="001C3193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  <w:p w:rsidR="001C3193" w:rsidRPr="00EF4A5B" w:rsidRDefault="001C3193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         </w:t>
            </w:r>
            <w:proofErr w:type="gramStart"/>
            <w:r w:rsidRPr="00EF4A5B">
              <w:rPr>
                <w:rFonts w:ascii="Courier New" w:hAnsi="Courier New" w:cs="Courier New"/>
                <w:sz w:val="18"/>
                <w:szCs w:val="18"/>
              </w:rPr>
              <w:t>Enter ??</w:t>
            </w:r>
            <w:proofErr w:type="gramEnd"/>
            <w:r w:rsidR="00F00880" w:rsidRPr="00EF4A5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for more actions                                             </w:t>
            </w:r>
          </w:p>
          <w:p w:rsidR="001C3193" w:rsidRPr="00EF4A5B" w:rsidRDefault="001C3193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>RF   Refill Rx from Another VA Pharmacy PR   Partial</w:t>
            </w:r>
          </w:p>
          <w:p w:rsidR="001C3193" w:rsidRPr="00EF4A5B" w:rsidRDefault="001C3193" w:rsidP="001C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>Select Action:</w:t>
            </w:r>
            <w:r w:rsidR="00F00880" w:rsidRPr="00EF4A5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Quit// </w:t>
            </w:r>
            <w:r w:rsidRPr="004C2568">
              <w:rPr>
                <w:rFonts w:ascii="Courier New" w:hAnsi="Courier New" w:cs="Courier New"/>
                <w:sz w:val="18"/>
                <w:szCs w:val="18"/>
              </w:rPr>
              <w:t>RF   Refill Rx from Another VA Pharmacy</w:t>
            </w:r>
          </w:p>
          <w:p w:rsidR="001C3193" w:rsidRDefault="001C3193" w:rsidP="0075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pct"/>
            <w:vMerge/>
            <w:shd w:val="clear" w:color="auto" w:fill="auto"/>
          </w:tcPr>
          <w:p w:rsidR="001C3193" w:rsidRPr="00457F69" w:rsidRDefault="001C319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1C3193" w:rsidRPr="00457F69" w:rsidRDefault="001C319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0A36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 w:val="restart"/>
            <w:shd w:val="clear" w:color="auto" w:fill="auto"/>
          </w:tcPr>
          <w:p w:rsidR="00D50A36" w:rsidRPr="00457F69" w:rsidRDefault="00D50A36" w:rsidP="00457F69">
            <w:pPr>
              <w:pStyle w:val="ListNumber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D50A36" w:rsidRDefault="00D50A36" w:rsidP="00880C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59B3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D50A36" w:rsidRPr="00457F69" w:rsidRDefault="00D50A3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 w:val="restart"/>
            <w:shd w:val="clear" w:color="auto" w:fill="auto"/>
          </w:tcPr>
          <w:p w:rsidR="00D50A36" w:rsidRPr="00457F69" w:rsidRDefault="00D50A3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0A36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D50A36" w:rsidRPr="00457F69" w:rsidRDefault="00D50A36" w:rsidP="00D50A3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D50A36" w:rsidRDefault="00D50A36" w:rsidP="00CD4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Would you like to use the system matched drug for this</w:t>
            </w:r>
          </w:p>
          <w:p w:rsidR="00D50A36" w:rsidRDefault="00D50A36" w:rsidP="00880C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refill/partial</w:t>
            </w:r>
            <w:proofErr w:type="gramEnd"/>
            <w:r>
              <w:t xml:space="preserve"> fill?</w:t>
            </w:r>
            <w:r w:rsidR="00F00880">
              <w:t xml:space="preserve"> </w:t>
            </w:r>
            <w:r>
              <w:t xml:space="preserve"> NO// YES </w:t>
            </w:r>
            <w:r w:rsidR="00F00880">
              <w:t xml:space="preserve"> </w:t>
            </w:r>
            <w:r>
              <w:t> IF THERE IS NO LOCAL MATCHING DRUG, YOU WILL NOT BE ABLE TO REFILL THIS PRESCRIPTION AND WILL NEED TO LOCATE A NEW ONE.</w:t>
            </w:r>
          </w:p>
        </w:tc>
        <w:tc>
          <w:tcPr>
            <w:tcW w:w="528" w:type="pct"/>
            <w:vMerge/>
            <w:shd w:val="clear" w:color="auto" w:fill="auto"/>
          </w:tcPr>
          <w:p w:rsidR="00D50A36" w:rsidRPr="00457F69" w:rsidRDefault="00D50A3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D50A36" w:rsidRPr="00457F69" w:rsidRDefault="00D50A3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0A36" w:rsidRPr="00457F69" w:rsidTr="008533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Merge/>
            <w:shd w:val="clear" w:color="auto" w:fill="auto"/>
          </w:tcPr>
          <w:p w:rsidR="00D50A36" w:rsidRPr="00457F69" w:rsidRDefault="00D50A36" w:rsidP="001C319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D50A36" w:rsidRDefault="00D50A36" w:rsidP="00880C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447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528" w:type="pct"/>
            <w:vMerge/>
            <w:shd w:val="clear" w:color="auto" w:fill="auto"/>
          </w:tcPr>
          <w:p w:rsidR="00D50A36" w:rsidRPr="00457F69" w:rsidRDefault="00D50A3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9" w:type="pct"/>
            <w:vMerge/>
            <w:shd w:val="clear" w:color="auto" w:fill="auto"/>
          </w:tcPr>
          <w:p w:rsidR="00D50A36" w:rsidRPr="00457F69" w:rsidRDefault="00D50A3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0A36" w:rsidRPr="00457F69" w:rsidTr="008533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shd w:val="clear" w:color="auto" w:fill="auto"/>
          </w:tcPr>
          <w:p w:rsidR="00D50A36" w:rsidRPr="00457F69" w:rsidRDefault="00D50A36" w:rsidP="001C319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597" w:type="pct"/>
            <w:gridSpan w:val="2"/>
            <w:shd w:val="clear" w:color="auto" w:fill="auto"/>
          </w:tcPr>
          <w:p w:rsidR="00D50A36" w:rsidRPr="00EF4A5B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>Remote site drug name: IBUPROFEN 600MG TAB</w:t>
            </w:r>
          </w:p>
          <w:p w:rsidR="00D50A36" w:rsidRPr="00EF4A5B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>Matching Drug Found for Dispensing: IBUPROFEN 600MG TAB</w:t>
            </w:r>
          </w:p>
          <w:p w:rsidR="00D50A36" w:rsidRPr="00EF4A5B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>Would you like to use the system matched drug for this</w:t>
            </w:r>
          </w:p>
          <w:p w:rsidR="00D50A36" w:rsidRPr="00EF4A5B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EF4A5B">
              <w:rPr>
                <w:rFonts w:ascii="Courier New" w:hAnsi="Courier New" w:cs="Courier New"/>
                <w:sz w:val="18"/>
                <w:szCs w:val="18"/>
              </w:rPr>
              <w:t>refill/partial</w:t>
            </w:r>
            <w:proofErr w:type="gramEnd"/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fill? </w:t>
            </w:r>
            <w:r w:rsidR="007B00F2" w:rsidRPr="00EF4A5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EF4A5B">
              <w:rPr>
                <w:rFonts w:ascii="Courier New" w:hAnsi="Courier New" w:cs="Courier New"/>
                <w:sz w:val="18"/>
                <w:szCs w:val="18"/>
              </w:rPr>
              <w:t>NO// YES</w:t>
            </w:r>
          </w:p>
          <w:p w:rsidR="00D50A36" w:rsidRPr="00EF4A5B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  <w:p w:rsidR="00D50A36" w:rsidRPr="00EF4A5B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>Processing refill request. Please be patient as it may take a moment</w:t>
            </w:r>
          </w:p>
          <w:p w:rsidR="00D50A36" w:rsidRPr="00EF4A5B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EF4A5B">
              <w:rPr>
                <w:rFonts w:ascii="Courier New" w:hAnsi="Courier New" w:cs="Courier New"/>
                <w:sz w:val="18"/>
                <w:szCs w:val="18"/>
              </w:rPr>
              <w:t>for</w:t>
            </w:r>
            <w:proofErr w:type="gramEnd"/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 the host site to respond and generate your label data...</w:t>
            </w:r>
          </w:p>
          <w:p w:rsidR="00D50A36" w:rsidRPr="00EF4A5B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  <w:p w:rsidR="00D50A36" w:rsidRPr="00EF4A5B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>TRANSACTION SUCCESSFUL...  The refill for RX #763003 has been recorded on</w:t>
            </w:r>
            <w:r w:rsidR="009E60C6" w:rsidRPr="00EF4A5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EF4A5B">
              <w:rPr>
                <w:rFonts w:ascii="Courier New" w:hAnsi="Courier New" w:cs="Courier New"/>
                <w:sz w:val="18"/>
                <w:szCs w:val="18"/>
              </w:rPr>
              <w:t>the prescription at the host system.</w:t>
            </w:r>
          </w:p>
          <w:p w:rsidR="00D50A36" w:rsidRPr="00EF4A5B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  <w:p w:rsidR="00D50A36" w:rsidRPr="00EF4A5B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>Select a printer to generate the label or '^' to bypass printing.</w:t>
            </w:r>
          </w:p>
          <w:p w:rsidR="00D50A36" w:rsidRPr="00EF4A5B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  <w:p w:rsidR="00D50A36" w:rsidRPr="00EF4A5B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>QUEUE TO PRINT ON</w:t>
            </w:r>
          </w:p>
          <w:p w:rsidR="00D50A36" w:rsidRPr="004C2568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F4A5B">
              <w:rPr>
                <w:rFonts w:ascii="Courier New" w:hAnsi="Courier New" w:cs="Courier New"/>
                <w:sz w:val="18"/>
                <w:szCs w:val="18"/>
              </w:rPr>
              <w:t xml:space="preserve">DEVICE: </w:t>
            </w:r>
            <w:r w:rsidRPr="004C2568">
              <w:rPr>
                <w:rFonts w:ascii="Courier New" w:hAnsi="Courier New" w:cs="Courier New"/>
                <w:sz w:val="18"/>
                <w:szCs w:val="18"/>
              </w:rPr>
              <w:t>&lt;</w:t>
            </w:r>
            <w:r w:rsidR="00F87B5E" w:rsidRPr="004C2568">
              <w:rPr>
                <w:rFonts w:ascii="Courier New" w:hAnsi="Courier New" w:cs="Courier New"/>
                <w:sz w:val="18"/>
                <w:szCs w:val="18"/>
              </w:rPr>
              <w:t xml:space="preserve">printer status pending - Bypass </w:t>
            </w:r>
          </w:p>
          <w:p w:rsidR="00D50A36" w:rsidRPr="004C2568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  <w:p w:rsidR="00D50A36" w:rsidRPr="004C2568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4C2568">
              <w:rPr>
                <w:rFonts w:ascii="Courier New" w:hAnsi="Courier New" w:cs="Courier New"/>
                <w:sz w:val="18"/>
                <w:szCs w:val="18"/>
              </w:rPr>
              <w:t>Previously, you have selected queueing.</w:t>
            </w:r>
          </w:p>
          <w:p w:rsidR="00D50A36" w:rsidRPr="00EF4A5B" w:rsidRDefault="00D50A3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4C2568">
              <w:rPr>
                <w:rFonts w:ascii="Courier New" w:hAnsi="Courier New" w:cs="Courier New"/>
                <w:sz w:val="18"/>
                <w:szCs w:val="18"/>
              </w:rPr>
              <w:t>Do you STILL want your output QUEUED? Yes//</w:t>
            </w:r>
          </w:p>
          <w:p w:rsidR="009E60C6" w:rsidRPr="00EF4A5B" w:rsidRDefault="009E60C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  <w:p w:rsidR="009E60C6" w:rsidRPr="00EF4A5B" w:rsidRDefault="009E60C6" w:rsidP="009E60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color w:val="1F497D"/>
                <w:sz w:val="18"/>
                <w:szCs w:val="18"/>
              </w:rPr>
            </w:pPr>
            <w:r w:rsidRPr="00EF4A5B">
              <w:rPr>
                <w:rFonts w:ascii="Courier New" w:eastAsia="Calibri" w:hAnsi="Courier New" w:cs="Courier New"/>
                <w:sz w:val="18"/>
                <w:szCs w:val="18"/>
              </w:rPr>
              <w:t>DEVICE: ^</w:t>
            </w:r>
          </w:p>
          <w:p w:rsidR="009E60C6" w:rsidRPr="00EF4A5B" w:rsidRDefault="009E60C6" w:rsidP="009E60C6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EF4A5B">
              <w:rPr>
                <w:rFonts w:ascii="Courier New" w:eastAsia="Calibri" w:hAnsi="Courier New" w:cs="Courier New"/>
                <w:sz w:val="18"/>
                <w:szCs w:val="18"/>
              </w:rPr>
              <w:t>Rx # 763003 refilled.</w:t>
            </w:r>
          </w:p>
          <w:p w:rsidR="009E60C6" w:rsidRPr="00EF4A5B" w:rsidRDefault="009E60C6" w:rsidP="009E60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color w:val="1F497D"/>
                <w:sz w:val="18"/>
                <w:szCs w:val="18"/>
              </w:rPr>
            </w:pPr>
            <w:r w:rsidRPr="00EF4A5B">
              <w:rPr>
                <w:rFonts w:ascii="Courier New" w:eastAsia="Calibri" w:hAnsi="Courier New" w:cs="Courier New"/>
                <w:sz w:val="18"/>
                <w:szCs w:val="18"/>
              </w:rPr>
              <w:t>Press RETURN to continue:</w:t>
            </w:r>
          </w:p>
          <w:p w:rsidR="009E60C6" w:rsidRDefault="009E60C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E60C6" w:rsidRDefault="009E60C6" w:rsidP="00D50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pct"/>
            <w:shd w:val="clear" w:color="auto" w:fill="auto"/>
          </w:tcPr>
          <w:p w:rsidR="00D50A36" w:rsidRPr="00457F69" w:rsidRDefault="00D50A3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9" w:type="pct"/>
            <w:shd w:val="clear" w:color="auto" w:fill="auto"/>
          </w:tcPr>
          <w:p w:rsidR="00D50A36" w:rsidRPr="00457F69" w:rsidRDefault="00D50A3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7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VistA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bookmarkEnd w:id="0"/>
    <w:p w:rsidR="002D4093" w:rsidRDefault="002D4093" w:rsidP="00F16735"/>
    <w:sectPr w:rsidR="002D4093" w:rsidSect="00BE14F8">
      <w:footerReference w:type="default" r:id="rId15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467" w:rsidRDefault="000E2467" w:rsidP="00856B83">
      <w:pPr>
        <w:spacing w:after="0" w:line="240" w:lineRule="auto"/>
      </w:pPr>
      <w:r>
        <w:separator/>
      </w:r>
    </w:p>
  </w:endnote>
  <w:endnote w:type="continuationSeparator" w:id="0">
    <w:p w:rsidR="000E2467" w:rsidRDefault="000E2467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5A0" w:rsidRPr="00A01591" w:rsidRDefault="00FA75A0" w:rsidP="00146CAA">
    <w:pPr>
      <w:pStyle w:val="Subtitle"/>
      <w:jc w:val="left"/>
      <w:rPr>
        <w:rFonts w:asciiTheme="majorHAnsi" w:hAnsiTheme="majorHAnsi" w:cstheme="majorHAnsi"/>
        <w:sz w:val="20"/>
        <w:szCs w:val="20"/>
      </w:rPr>
    </w:pPr>
    <w:r w:rsidRPr="00A01591">
      <w:rPr>
        <w:rFonts w:asciiTheme="majorHAnsi" w:hAnsiTheme="majorHAnsi" w:cstheme="majorHAnsi"/>
        <w:sz w:val="20"/>
        <w:szCs w:val="20"/>
      </w:rPr>
      <w:t>CAS Test Case</w:t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fldChar w:fldCharType="begin"/>
    </w:r>
    <w:r w:rsidRPr="00A01591">
      <w:rPr>
        <w:rFonts w:asciiTheme="majorHAnsi" w:hAnsiTheme="majorHAnsi" w:cstheme="majorHAnsi"/>
        <w:sz w:val="20"/>
        <w:szCs w:val="20"/>
      </w:rPr>
      <w:instrText xml:space="preserve"> PAGE   \* MERGEFORMAT </w:instrText>
    </w:r>
    <w:r w:rsidRPr="00A01591">
      <w:rPr>
        <w:rFonts w:asciiTheme="majorHAnsi" w:hAnsiTheme="majorHAnsi" w:cstheme="majorHAnsi"/>
        <w:sz w:val="20"/>
        <w:szCs w:val="20"/>
      </w:rPr>
      <w:fldChar w:fldCharType="separate"/>
    </w:r>
    <w:r w:rsidR="008C36E1">
      <w:rPr>
        <w:rFonts w:asciiTheme="majorHAnsi" w:hAnsiTheme="majorHAnsi" w:cstheme="majorHAnsi"/>
        <w:noProof/>
        <w:sz w:val="20"/>
        <w:szCs w:val="20"/>
      </w:rPr>
      <w:t>iii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  <w:t>August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begin"/>
    </w:r>
    <w:r w:rsidRPr="00A01591">
      <w:rPr>
        <w:rFonts w:asciiTheme="majorHAnsi" w:hAnsiTheme="majorHAnsi" w:cstheme="majorHAnsi"/>
        <w:noProof/>
        <w:sz w:val="20"/>
        <w:szCs w:val="20"/>
      </w:rPr>
      <w:instrText xml:space="preserve"> REF PubDate \h  \* MERGEFORMAT </w:instrText>
    </w:r>
    <w:r w:rsidRPr="00A01591">
      <w:rPr>
        <w:rFonts w:asciiTheme="majorHAnsi" w:hAnsiTheme="majorHAnsi" w:cstheme="majorHAnsi"/>
        <w:noProof/>
        <w:sz w:val="20"/>
        <w:szCs w:val="20"/>
      </w:rPr>
    </w:r>
    <w:r w:rsidRPr="00A01591">
      <w:rPr>
        <w:rFonts w:asciiTheme="majorHAnsi" w:hAnsiTheme="majorHAnsi" w:cstheme="majorHAnsi"/>
        <w:noProof/>
        <w:sz w:val="20"/>
        <w:szCs w:val="20"/>
      </w:rPr>
      <w:fldChar w:fldCharType="separate"/>
    </w:r>
    <w:r w:rsidRPr="00A01591">
      <w:rPr>
        <w:rFonts w:asciiTheme="majorHAnsi" w:hAnsiTheme="majorHAnsi" w:cstheme="majorHAnsi"/>
        <w:sz w:val="20"/>
        <w:szCs w:val="20"/>
      </w:rPr>
      <w:t xml:space="preserve"> 2017</w:t>
    </w:r>
  </w:p>
  <w:p w:rsidR="00FA75A0" w:rsidRDefault="00FA75A0">
    <w:pPr>
      <w:pStyle w:val="Footer"/>
    </w:pP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5A0" w:rsidRPr="00A01591" w:rsidRDefault="00FA75A0" w:rsidP="000A042F">
    <w:pPr>
      <w:pStyle w:val="Subtitle"/>
      <w:jc w:val="left"/>
      <w:rPr>
        <w:rFonts w:cs="Arial"/>
        <w:sz w:val="20"/>
        <w:szCs w:val="20"/>
      </w:rPr>
    </w:pPr>
    <w:r w:rsidRPr="00A01591">
      <w:rPr>
        <w:rFonts w:cs="Arial"/>
        <w:sz w:val="20"/>
        <w:szCs w:val="20"/>
      </w:rPr>
      <w:t xml:space="preserve">CAS Test Case </w:t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fldChar w:fldCharType="begin"/>
    </w:r>
    <w:r w:rsidRPr="00A01591">
      <w:rPr>
        <w:rFonts w:cs="Arial"/>
        <w:sz w:val="20"/>
        <w:szCs w:val="20"/>
      </w:rPr>
      <w:instrText xml:space="preserve"> PAGE   \* MERGEFORMAT </w:instrText>
    </w:r>
    <w:r w:rsidRPr="00A01591">
      <w:rPr>
        <w:rFonts w:cs="Arial"/>
        <w:sz w:val="20"/>
        <w:szCs w:val="20"/>
      </w:rPr>
      <w:fldChar w:fldCharType="separate"/>
    </w:r>
    <w:r w:rsidR="008C36E1">
      <w:rPr>
        <w:rFonts w:cs="Arial"/>
        <w:noProof/>
        <w:sz w:val="20"/>
        <w:szCs w:val="20"/>
      </w:rPr>
      <w:t>7</w:t>
    </w:r>
    <w:r w:rsidRPr="00A01591">
      <w:rPr>
        <w:rFonts w:cs="Arial"/>
        <w:noProof/>
        <w:sz w:val="20"/>
        <w:szCs w:val="20"/>
      </w:rPr>
      <w:fldChar w:fldCharType="end"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  <w:t>August</w:t>
    </w:r>
    <w:r w:rsidRPr="00A01591">
      <w:rPr>
        <w:rFonts w:cs="Arial"/>
        <w:noProof/>
        <w:sz w:val="20"/>
        <w:szCs w:val="20"/>
      </w:rPr>
      <w:fldChar w:fldCharType="begin"/>
    </w:r>
    <w:r w:rsidRPr="00A01591">
      <w:rPr>
        <w:rFonts w:cs="Arial"/>
        <w:noProof/>
        <w:sz w:val="20"/>
        <w:szCs w:val="20"/>
      </w:rPr>
      <w:instrText xml:space="preserve"> REF PubDate \h  \* MERGEFORMAT </w:instrText>
    </w:r>
    <w:r w:rsidRPr="00A01591">
      <w:rPr>
        <w:rFonts w:cs="Arial"/>
        <w:noProof/>
        <w:sz w:val="20"/>
        <w:szCs w:val="20"/>
      </w:rPr>
    </w:r>
    <w:r w:rsidRPr="00A01591">
      <w:rPr>
        <w:rFonts w:cs="Arial"/>
        <w:noProof/>
        <w:sz w:val="20"/>
        <w:szCs w:val="20"/>
      </w:rPr>
      <w:fldChar w:fldCharType="separate"/>
    </w:r>
    <w:r w:rsidRPr="00A01591">
      <w:rPr>
        <w:rFonts w:cs="Arial"/>
        <w:sz w:val="20"/>
        <w:szCs w:val="20"/>
      </w:rPr>
      <w:t xml:space="preserve"> 2017</w:t>
    </w:r>
  </w:p>
  <w:p w:rsidR="00FA75A0" w:rsidRPr="000E1F13" w:rsidRDefault="00FA75A0">
    <w:pPr>
      <w:pStyle w:val="Footer"/>
      <w:rPr>
        <w:rFonts w:asciiTheme="majorHAnsi" w:hAnsiTheme="majorHAnsi" w:cstheme="majorHAnsi"/>
      </w:rPr>
    </w:pPr>
    <w:r w:rsidRPr="00A01591">
      <w:rPr>
        <w:rFonts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467" w:rsidRDefault="000E2467" w:rsidP="00856B83">
      <w:pPr>
        <w:spacing w:after="0" w:line="240" w:lineRule="auto"/>
      </w:pPr>
      <w:r>
        <w:separator/>
      </w:r>
    </w:p>
  </w:footnote>
  <w:footnote w:type="continuationSeparator" w:id="0">
    <w:p w:rsidR="000E2467" w:rsidRDefault="000E2467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2C858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7"/>
  </w:num>
  <w:num w:numId="14">
    <w:abstractNumId w:val="14"/>
  </w:num>
  <w:num w:numId="15">
    <w:abstractNumId w:val="11"/>
  </w:num>
  <w:num w:numId="16">
    <w:abstractNumId w:val="13"/>
  </w:num>
  <w:num w:numId="17">
    <w:abstractNumId w:val="15"/>
  </w:num>
  <w:num w:numId="18">
    <w:abstractNumId w:val="10"/>
  </w:num>
  <w:num w:numId="19">
    <w:abstractNumId w:val="8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23C63"/>
    <w:rsid w:val="00024CDA"/>
    <w:rsid w:val="0005583C"/>
    <w:rsid w:val="00067430"/>
    <w:rsid w:val="00090B61"/>
    <w:rsid w:val="000A042F"/>
    <w:rsid w:val="000B31A7"/>
    <w:rsid w:val="000C1212"/>
    <w:rsid w:val="000C162C"/>
    <w:rsid w:val="000D36F1"/>
    <w:rsid w:val="000D5F57"/>
    <w:rsid w:val="000E1F13"/>
    <w:rsid w:val="000E2467"/>
    <w:rsid w:val="000E2579"/>
    <w:rsid w:val="00106176"/>
    <w:rsid w:val="0010728C"/>
    <w:rsid w:val="0012167A"/>
    <w:rsid w:val="00122DFC"/>
    <w:rsid w:val="0012530A"/>
    <w:rsid w:val="00144527"/>
    <w:rsid w:val="00146CAA"/>
    <w:rsid w:val="00190BAE"/>
    <w:rsid w:val="00193F7E"/>
    <w:rsid w:val="00195ED1"/>
    <w:rsid w:val="001B0CCF"/>
    <w:rsid w:val="001C3193"/>
    <w:rsid w:val="001D0085"/>
    <w:rsid w:val="001D3247"/>
    <w:rsid w:val="001D3359"/>
    <w:rsid w:val="002351AB"/>
    <w:rsid w:val="00264710"/>
    <w:rsid w:val="002657AC"/>
    <w:rsid w:val="0029697F"/>
    <w:rsid w:val="002A1175"/>
    <w:rsid w:val="002B2208"/>
    <w:rsid w:val="002B5A6F"/>
    <w:rsid w:val="002D4093"/>
    <w:rsid w:val="002E7B46"/>
    <w:rsid w:val="002F7C70"/>
    <w:rsid w:val="0031134F"/>
    <w:rsid w:val="0032039B"/>
    <w:rsid w:val="0032334D"/>
    <w:rsid w:val="00327614"/>
    <w:rsid w:val="003307E0"/>
    <w:rsid w:val="00350E7E"/>
    <w:rsid w:val="00376044"/>
    <w:rsid w:val="0038065E"/>
    <w:rsid w:val="0039199A"/>
    <w:rsid w:val="00393E15"/>
    <w:rsid w:val="003B2424"/>
    <w:rsid w:val="003C0039"/>
    <w:rsid w:val="003C6B51"/>
    <w:rsid w:val="0041073F"/>
    <w:rsid w:val="004125C2"/>
    <w:rsid w:val="004168CD"/>
    <w:rsid w:val="00434712"/>
    <w:rsid w:val="00437A98"/>
    <w:rsid w:val="00441315"/>
    <w:rsid w:val="00443D17"/>
    <w:rsid w:val="00457F69"/>
    <w:rsid w:val="0048031B"/>
    <w:rsid w:val="004C2568"/>
    <w:rsid w:val="004D4398"/>
    <w:rsid w:val="004D7202"/>
    <w:rsid w:val="004F1691"/>
    <w:rsid w:val="00511CE6"/>
    <w:rsid w:val="00514CB2"/>
    <w:rsid w:val="005462D7"/>
    <w:rsid w:val="00557A19"/>
    <w:rsid w:val="00571D7E"/>
    <w:rsid w:val="0057304B"/>
    <w:rsid w:val="005815EE"/>
    <w:rsid w:val="00586A95"/>
    <w:rsid w:val="00590218"/>
    <w:rsid w:val="005B3C0D"/>
    <w:rsid w:val="005C59B3"/>
    <w:rsid w:val="005C636B"/>
    <w:rsid w:val="005E525B"/>
    <w:rsid w:val="00601879"/>
    <w:rsid w:val="00613E48"/>
    <w:rsid w:val="00631FE0"/>
    <w:rsid w:val="00660EE4"/>
    <w:rsid w:val="0066795A"/>
    <w:rsid w:val="00672BDC"/>
    <w:rsid w:val="00681006"/>
    <w:rsid w:val="00687CD2"/>
    <w:rsid w:val="006A5447"/>
    <w:rsid w:val="006C57BB"/>
    <w:rsid w:val="006D08A2"/>
    <w:rsid w:val="006E5E3E"/>
    <w:rsid w:val="00716E07"/>
    <w:rsid w:val="00721B45"/>
    <w:rsid w:val="007276FE"/>
    <w:rsid w:val="00747D3B"/>
    <w:rsid w:val="007557F5"/>
    <w:rsid w:val="00756634"/>
    <w:rsid w:val="007617B6"/>
    <w:rsid w:val="007735A4"/>
    <w:rsid w:val="00780967"/>
    <w:rsid w:val="00783432"/>
    <w:rsid w:val="0078372F"/>
    <w:rsid w:val="007A3F84"/>
    <w:rsid w:val="007B00F2"/>
    <w:rsid w:val="007B0667"/>
    <w:rsid w:val="007B313B"/>
    <w:rsid w:val="007B348F"/>
    <w:rsid w:val="008059B2"/>
    <w:rsid w:val="008109B9"/>
    <w:rsid w:val="00812D7F"/>
    <w:rsid w:val="00813805"/>
    <w:rsid w:val="008156CF"/>
    <w:rsid w:val="00815779"/>
    <w:rsid w:val="00823CF7"/>
    <w:rsid w:val="00826489"/>
    <w:rsid w:val="008361FD"/>
    <w:rsid w:val="0085333F"/>
    <w:rsid w:val="00853B49"/>
    <w:rsid w:val="008543A8"/>
    <w:rsid w:val="00856B83"/>
    <w:rsid w:val="0086027E"/>
    <w:rsid w:val="00880C40"/>
    <w:rsid w:val="00884A55"/>
    <w:rsid w:val="008B13F4"/>
    <w:rsid w:val="008B30AB"/>
    <w:rsid w:val="008C36E1"/>
    <w:rsid w:val="008E447D"/>
    <w:rsid w:val="00914D18"/>
    <w:rsid w:val="009171C6"/>
    <w:rsid w:val="00937787"/>
    <w:rsid w:val="00946A15"/>
    <w:rsid w:val="00961488"/>
    <w:rsid w:val="00983B3F"/>
    <w:rsid w:val="009C601D"/>
    <w:rsid w:val="009E4C90"/>
    <w:rsid w:val="009E60C6"/>
    <w:rsid w:val="009F6B1C"/>
    <w:rsid w:val="00A01591"/>
    <w:rsid w:val="00A22E60"/>
    <w:rsid w:val="00A5122D"/>
    <w:rsid w:val="00A5188E"/>
    <w:rsid w:val="00A557B9"/>
    <w:rsid w:val="00A70C8C"/>
    <w:rsid w:val="00A75D4F"/>
    <w:rsid w:val="00A81B58"/>
    <w:rsid w:val="00AA025E"/>
    <w:rsid w:val="00AA4DD7"/>
    <w:rsid w:val="00AB5E58"/>
    <w:rsid w:val="00AE0D4A"/>
    <w:rsid w:val="00AF2505"/>
    <w:rsid w:val="00AF2C21"/>
    <w:rsid w:val="00B267AC"/>
    <w:rsid w:val="00B33289"/>
    <w:rsid w:val="00B50F40"/>
    <w:rsid w:val="00B6286A"/>
    <w:rsid w:val="00B719B4"/>
    <w:rsid w:val="00B8476D"/>
    <w:rsid w:val="00BC6289"/>
    <w:rsid w:val="00BC6295"/>
    <w:rsid w:val="00BE14F8"/>
    <w:rsid w:val="00BF434C"/>
    <w:rsid w:val="00C3401A"/>
    <w:rsid w:val="00C42907"/>
    <w:rsid w:val="00C45E52"/>
    <w:rsid w:val="00C46329"/>
    <w:rsid w:val="00C54CEF"/>
    <w:rsid w:val="00C57B21"/>
    <w:rsid w:val="00C80FD5"/>
    <w:rsid w:val="00C84170"/>
    <w:rsid w:val="00CA3D6E"/>
    <w:rsid w:val="00CB3442"/>
    <w:rsid w:val="00CB5561"/>
    <w:rsid w:val="00CD4582"/>
    <w:rsid w:val="00CE5513"/>
    <w:rsid w:val="00CE66B8"/>
    <w:rsid w:val="00D2114B"/>
    <w:rsid w:val="00D50A36"/>
    <w:rsid w:val="00D670F1"/>
    <w:rsid w:val="00DA6A6D"/>
    <w:rsid w:val="00DC6C34"/>
    <w:rsid w:val="00DD15E3"/>
    <w:rsid w:val="00DD7125"/>
    <w:rsid w:val="00DE0FFD"/>
    <w:rsid w:val="00DE7DE3"/>
    <w:rsid w:val="00DF0702"/>
    <w:rsid w:val="00DF3D49"/>
    <w:rsid w:val="00E15739"/>
    <w:rsid w:val="00E25188"/>
    <w:rsid w:val="00E52DDB"/>
    <w:rsid w:val="00E61D0A"/>
    <w:rsid w:val="00E63FC0"/>
    <w:rsid w:val="00E65848"/>
    <w:rsid w:val="00E7035C"/>
    <w:rsid w:val="00E871CE"/>
    <w:rsid w:val="00E9113F"/>
    <w:rsid w:val="00E9505B"/>
    <w:rsid w:val="00EB4B73"/>
    <w:rsid w:val="00EE72D8"/>
    <w:rsid w:val="00EF0B45"/>
    <w:rsid w:val="00EF40FE"/>
    <w:rsid w:val="00EF4A5B"/>
    <w:rsid w:val="00F00880"/>
    <w:rsid w:val="00F11397"/>
    <w:rsid w:val="00F16735"/>
    <w:rsid w:val="00F1679A"/>
    <w:rsid w:val="00F22652"/>
    <w:rsid w:val="00F24B75"/>
    <w:rsid w:val="00F35D51"/>
    <w:rsid w:val="00F40374"/>
    <w:rsid w:val="00F854B8"/>
    <w:rsid w:val="00F87B5E"/>
    <w:rsid w:val="00F974D5"/>
    <w:rsid w:val="00FA67A9"/>
    <w:rsid w:val="00FA75A0"/>
    <w:rsid w:val="00FB6EA5"/>
    <w:rsid w:val="00FB78AB"/>
    <w:rsid w:val="00FC4C86"/>
    <w:rsid w:val="00FD7979"/>
    <w:rsid w:val="00FE1690"/>
    <w:rsid w:val="00FE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S_Project\Documents\TEST\TestCas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c10853a-ab03-422f-986c-c3e75186d4d9">ZNAUD33T34AC-428-104</_dlc_DocId>
    <_dlc_DocIdUrl xmlns="fc10853a-ab03-422f-986c-c3e75186d4d9">
      <Url>https://vaww.portal2.va.gov/sites/fss/Vista-AA/_layouts/DocIdRedir.aspx?ID=ZNAUD33T34AC-428-104</Url>
      <Description>ZNAUD33T34AC-428-104</Description>
    </_dlc_DocIdUrl>
    <Owner xmlns="bbc9d6c8-2042-4188-ae6f-844073ccc4ad">
      <UserInfo>
        <DisplayName>DVA\vacokleinf</DisplayName>
        <AccountId>18149</AccountId>
        <AccountType/>
      </UserInfo>
    </Owner>
    <Artifact_x0020_Type xmlns="bbc9d6c8-2042-4188-ae6f-844073ccc4ad">Template</Artifact_x0020_Type>
    <_ResourceType xmlns="http://schemas.microsoft.com/sharepoint/v3/fields">Team</_ResourceType>
    <Application xmlns="bbc9d6c8-2042-4188-ae6f-844073ccc4ad">
      <Value>BMS</Value>
      <Value>NUMI</Value>
      <Value>Cohort Extractors</Value>
      <Value>EFR</Value>
      <Value>HAIISS/PHSR</Value>
      <Value>MSSR</Value>
      <Value>TBI Registry</Value>
    </Application>
    <Task xmlns="bbc9d6c8-2042-4188-ae6f-844073ccc4ad">
      <Value>Standardization</Value>
      <Value>Testing</Value>
    </Task>
    <Rational_x003f_ xmlns="bbc9d6c8-2042-4188-ae6f-844073ccc4a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45AB1244A19A4686CD3639E5AF3F8F" ma:contentTypeVersion="7" ma:contentTypeDescription="Create a new document." ma:contentTypeScope="" ma:versionID="0f0005ef7a315cf4fe2d363fb5c57144">
  <xsd:schema xmlns:xsd="http://www.w3.org/2001/XMLSchema" xmlns:xs="http://www.w3.org/2001/XMLSchema" xmlns:p="http://schemas.microsoft.com/office/2006/metadata/properties" xmlns:ns2="fc10853a-ab03-422f-986c-c3e75186d4d9" xmlns:ns3="bbc9d6c8-2042-4188-ae6f-844073ccc4ad" xmlns:ns4="http://schemas.microsoft.com/sharepoint/v3/fields" targetNamespace="http://schemas.microsoft.com/office/2006/metadata/properties" ma:root="true" ma:fieldsID="2cc2fd427b357cc012ea6eca6824aca0" ns2:_="" ns3:_="" ns4:_="">
    <xsd:import namespace="fc10853a-ab03-422f-986c-c3e75186d4d9"/>
    <xsd:import namespace="bbc9d6c8-2042-4188-ae6f-844073ccc4ad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pplication" minOccurs="0"/>
                <xsd:element ref="ns3:Task" minOccurs="0"/>
                <xsd:element ref="ns3:Owner" minOccurs="0"/>
                <xsd:element ref="ns4:_ResourceType" minOccurs="0"/>
                <xsd:element ref="ns3:Rational_x003f_" minOccurs="0"/>
                <xsd:element ref="ns3:Artifact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0853a-ab03-422f-986c-c3e75186d4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d6c8-2042-4188-ae6f-844073ccc4ad" elementFormDefault="qualified">
    <xsd:import namespace="http://schemas.microsoft.com/office/2006/documentManagement/types"/>
    <xsd:import namespace="http://schemas.microsoft.com/office/infopath/2007/PartnerControls"/>
    <xsd:element name="Application" ma:index="11" nillable="true" ma:displayName="App/Service/Middleware" ma:internalName="Applic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S"/>
                    <xsd:enumeration value="BMS"/>
                    <xsd:enumeration value="Cohort Extractors"/>
                    <xsd:enumeration value="EFR"/>
                    <xsd:enumeration value="HAIISS/PHSR"/>
                    <xsd:enumeration value="IAM"/>
                    <xsd:enumeration value="MDWS"/>
                    <xsd:enumeration value="MSSR"/>
                    <xsd:enumeration value="NUMI"/>
                    <xsd:enumeration value="SSO"/>
                    <xsd:enumeration value="TBI Registry"/>
                    <xsd:enumeration value="VIA"/>
                    <xsd:enumeration value="VistA"/>
                  </xsd:restriction>
                </xsd:simpleType>
              </xsd:element>
            </xsd:sequence>
          </xsd:extension>
        </xsd:complexContent>
      </xsd:complexType>
    </xsd:element>
    <xsd:element name="Task" ma:index="12" nillable="true" ma:displayName="Task" ma:internalName="Tas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"/>
                    <xsd:enumeration value="Configuration"/>
                    <xsd:enumeration value="Deployment"/>
                    <xsd:enumeration value="Development"/>
                    <xsd:enumeration value="IOC"/>
                    <xsd:enumeration value="Migration"/>
                    <xsd:enumeration value="Project Management"/>
                    <xsd:enumeration value="Remediation"/>
                    <xsd:enumeration value="Requirements"/>
                    <xsd:enumeration value="SCA"/>
                    <xsd:enumeration value="Standardization"/>
                    <xsd:enumeration value="Testing"/>
                  </xsd:restriction>
                </xsd:simpleType>
              </xsd:element>
            </xsd:sequence>
          </xsd:extension>
        </xsd:complexContent>
      </xsd:complexType>
    </xsd:element>
    <xsd:element name="Owner" ma:index="13" nillable="true" ma:displayName="Owner" ma:list="UserInfo" ma:SharePointGroup="0" ma:internalName="Own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onal_x003f_" ma:index="15" nillable="true" ma:displayName="Rational?" ma:internalName="Rational_x003f_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osted"/>
                  </xsd:restriction>
                </xsd:simpleType>
              </xsd:element>
            </xsd:sequence>
          </xsd:extension>
        </xsd:complexContent>
      </xsd:complexType>
    </xsd:element>
    <xsd:element name="Artifact_x0020_Type" ma:index="16" nillable="true" ma:displayName="Artifact Type" ma:format="Dropdown" ma:internalName="Artifact_x0020_Type">
      <xsd:simpleType>
        <xsd:restriction base="dms:Choice">
          <xsd:enumeration value="Assessment"/>
          <xsd:enumeration value="BRD"/>
          <xsd:enumeration value="Checklist"/>
          <xsd:enumeration value="Defect log"/>
          <xsd:enumeration value="Diagram"/>
          <xsd:enumeration value="Guide"/>
          <xsd:enumeration value="ICD"/>
          <xsd:enumeration value="Minutes"/>
          <xsd:enumeration value="Plan"/>
          <xsd:enumeration value="POM"/>
          <xsd:enumeration value="Presentation"/>
          <xsd:enumeration value="PWS"/>
          <xsd:enumeration value="Report"/>
          <xsd:enumeration value="Request"/>
          <xsd:enumeration value="RSD"/>
          <xsd:enumeration value="RTM"/>
          <xsd:enumeration value="SDD"/>
          <xsd:enumeration value="Template"/>
          <xsd:enumeration value="Test Case"/>
          <xsd:enumeration value="Use Case/Story"/>
          <xsd:enumeration value="User Guide"/>
          <xsd:enumeration value="VD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ResourceType" ma:index="14" nillable="true" ma:displayName="Resource Type" ma:description="A set of categories, functions, genres or aggregation levels" ma:format="Dropdown" ma:internalName="_ResourceType">
      <xsd:simpleType>
        <xsd:restriction base="dms:Choice">
          <xsd:enumeration value="Background"/>
          <xsd:enumeration value="Deliverable"/>
          <xsd:enumeration value="Team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9A26A-BD80-4377-A89C-B3F5C80565E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44358AE-39EF-4D9B-A0FB-437BF112B3B6}">
  <ds:schemaRefs>
    <ds:schemaRef ds:uri="http://schemas.microsoft.com/office/2006/metadata/properties"/>
    <ds:schemaRef ds:uri="http://schemas.microsoft.com/office/infopath/2007/PartnerControls"/>
    <ds:schemaRef ds:uri="fc10853a-ab03-422f-986c-c3e75186d4d9"/>
    <ds:schemaRef ds:uri="bbc9d6c8-2042-4188-ae6f-844073ccc4ad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B70B62F4-3560-4C14-AFF8-F2E77B9284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B23CA0-DEDD-4BCA-88D1-84B6BFE95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10853a-ab03-422f-986c-c3e75186d4d9"/>
    <ds:schemaRef ds:uri="bbc9d6c8-2042-4188-ae6f-844073ccc4ad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1C2B32-9AFB-413A-87BD-B9820149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TestCases.dotx</Template>
  <TotalTime>233</TotalTime>
  <Pages>1</Pages>
  <Words>2109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VAE Test Cases</vt:lpstr>
    </vt:vector>
  </TitlesOfParts>
  <Company>Dept. of Veterans Affairs</Company>
  <LinksUpToDate>false</LinksUpToDate>
  <CharactersWithSpaces>14107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VAE Test Cases</dc:title>
  <dc:creator>McGovern, Joseph (Technatomy)</dc:creator>
  <cp:lastModifiedBy>Department of Veterans Affairs</cp:lastModifiedBy>
  <cp:revision>72</cp:revision>
  <dcterms:created xsi:type="dcterms:W3CDTF">2017-08-04T15:03:00Z</dcterms:created>
  <dcterms:modified xsi:type="dcterms:W3CDTF">2017-10-24T13:07:00Z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a3fa83c3-2898-4d9d-861c-0553f1f1bd4b</vt:lpwstr>
  </property>
  <property fmtid="{D5CDD505-2E9C-101B-9397-08002B2CF9AE}" pid="3" name="ContentTypeId">
    <vt:lpwstr>0x0101003B45AB1244A19A4686CD3639E5AF3F8F</vt:lpwstr>
  </property>
</Properties>
</file>